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70F1A" w14:textId="05500271" w:rsidR="004D36D7" w:rsidRPr="00FD4A68" w:rsidRDefault="008B3906" w:rsidP="00EA193E">
      <w:pPr>
        <w:pStyle w:val="Title"/>
        <w:rPr>
          <w:rStyle w:val="LabTitleInstVersred"/>
          <w:b/>
          <w:color w:val="auto"/>
        </w:rPr>
      </w:pPr>
      <w:sdt>
        <w:sdtPr>
          <w:rPr>
            <w:b w:val="0"/>
            <w:color w:val="EE0000"/>
          </w:rPr>
          <w:alias w:val="Title"/>
          <w:tag w:val=""/>
          <w:id w:val="-487021785"/>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C114D">
            <w:t>Lab - Test Network Latency with Ping and Traceroute</w:t>
          </w:r>
        </w:sdtContent>
      </w:sdt>
    </w:p>
    <w:p w14:paraId="49EAB215" w14:textId="77777777" w:rsidR="00D778DF" w:rsidRPr="00E70096" w:rsidRDefault="00D778DF" w:rsidP="00EA193E">
      <w:pPr>
        <w:pStyle w:val="Heading1"/>
      </w:pPr>
      <w:r w:rsidRPr="00E70096">
        <w:t>Topology</w:t>
      </w:r>
    </w:p>
    <w:p w14:paraId="4BBEBB3A" w14:textId="77777777" w:rsidR="00D778DF" w:rsidRDefault="00EA193E" w:rsidP="00D778DF">
      <w:pPr>
        <w:pStyle w:val="Visual"/>
      </w:pPr>
      <w:r>
        <w:rPr>
          <w:noProof/>
        </w:rPr>
        <w:drawing>
          <wp:inline distT="0" distB="0" distL="0" distR="0" wp14:anchorId="1D8B000C" wp14:editId="788D9569">
            <wp:extent cx="5255260" cy="1195070"/>
            <wp:effectExtent l="0" t="0" r="2540" b="5080"/>
            <wp:docPr id="1" name="Picture 1" descr="The topology shows a PC connected to the internet via router that is the default 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14:paraId="6F21739D" w14:textId="77777777" w:rsidR="00EA193E" w:rsidRPr="00BB73FF" w:rsidRDefault="00EA193E" w:rsidP="00EA193E">
      <w:pPr>
        <w:pStyle w:val="Heading1"/>
      </w:pPr>
      <w:r w:rsidRPr="00BB73FF">
        <w:t>Objective</w:t>
      </w:r>
      <w:r>
        <w:t>s</w:t>
      </w:r>
    </w:p>
    <w:p w14:paraId="715D3C2D" w14:textId="77777777" w:rsidR="00EA193E" w:rsidRDefault="00EA193E" w:rsidP="00EA193E">
      <w:pPr>
        <w:pStyle w:val="BodyTextL25Bold"/>
      </w:pPr>
      <w:r>
        <w:t>Part 1: Use Ping to Document Network Latency</w:t>
      </w:r>
    </w:p>
    <w:p w14:paraId="20DA8B27" w14:textId="77777777" w:rsidR="00EA193E" w:rsidRPr="004C0909" w:rsidRDefault="00EA193E" w:rsidP="00EA193E">
      <w:pPr>
        <w:pStyle w:val="BodyTextL25Bold"/>
      </w:pPr>
      <w:r>
        <w:t>Part 2: Use Traceroute to Document Network Latency</w:t>
      </w:r>
    </w:p>
    <w:p w14:paraId="7B1913EE" w14:textId="77777777" w:rsidR="00EA193E" w:rsidRPr="00C07FD9" w:rsidRDefault="00EA193E" w:rsidP="00EA193E">
      <w:pPr>
        <w:pStyle w:val="Heading1"/>
      </w:pPr>
      <w:r>
        <w:t>Background / Scenario</w:t>
      </w:r>
    </w:p>
    <w:p w14:paraId="0C1E9D95" w14:textId="77777777" w:rsidR="00EA193E" w:rsidRPr="00064A85" w:rsidRDefault="00EA193E" w:rsidP="00EA193E">
      <w:pPr>
        <w:pStyle w:val="BodyTextL25"/>
        <w:rPr>
          <w:rFonts w:ascii="ArialMT" w:hAnsi="ArialMT" w:cs="ArialMT"/>
          <w:szCs w:val="20"/>
        </w:rPr>
      </w:pPr>
      <w:r w:rsidRPr="00F13512">
        <w:rPr>
          <w:noProof/>
        </w:rPr>
        <w:t>To obtain realistic network latency statistics</w:t>
      </w:r>
      <w:r>
        <w:t xml:space="preserve">, this activity must be performed on a live network. Be sure to check with your instructor for any local security restrictions against using the </w:t>
      </w:r>
      <w:r w:rsidRPr="00DC2B7D">
        <w:rPr>
          <w:b/>
        </w:rPr>
        <w:t>ping</w:t>
      </w:r>
      <w:r>
        <w:rPr>
          <w:rFonts w:ascii="CourierNewPS-BoldMT" w:hAnsi="CourierNewPS-BoldMT" w:cs="CourierNewPS-BoldMT"/>
          <w:b/>
          <w:bCs/>
        </w:rPr>
        <w:t xml:space="preserve"> </w:t>
      </w:r>
      <w:r>
        <w:t xml:space="preserve">command on the </w:t>
      </w:r>
      <w:r>
        <w:rPr>
          <w:rFonts w:ascii="ArialMT" w:hAnsi="ArialMT" w:cs="ArialMT"/>
          <w:szCs w:val="20"/>
        </w:rPr>
        <w:t>network.</w:t>
      </w:r>
    </w:p>
    <w:p w14:paraId="68F6F1B4" w14:textId="77777777" w:rsidR="00EA193E" w:rsidRDefault="00EA193E" w:rsidP="00EA193E">
      <w:pPr>
        <w:pStyle w:val="BodyTextL25"/>
      </w:pPr>
      <w:r>
        <w:t xml:space="preserve">The purpose of this lab is to measure and evaluate network latency over time and during different periods of the day to capture a representative sample of typical network activity. This will be accomplished by analyzing the return delay from a distant computer with the </w:t>
      </w:r>
      <w:r w:rsidRPr="00DC2B7D">
        <w:rPr>
          <w:b/>
        </w:rPr>
        <w:t>ping</w:t>
      </w:r>
      <w:r>
        <w:rPr>
          <w:rFonts w:ascii="CourierNewPS-BoldMT" w:hAnsi="CourierNewPS-BoldMT" w:cs="CourierNewPS-BoldMT"/>
          <w:b/>
          <w:bCs/>
        </w:rPr>
        <w:t xml:space="preserve"> </w:t>
      </w:r>
      <w:r>
        <w:t>command. Return delay times, measured in milliseconds, will be summarized by computing the average latency (mean) and the range (maximum and minimum) of the delay times.</w:t>
      </w:r>
    </w:p>
    <w:p w14:paraId="64A387F1" w14:textId="77777777" w:rsidR="00EA193E" w:rsidRDefault="00EA193E" w:rsidP="00EA193E">
      <w:pPr>
        <w:pStyle w:val="Heading1"/>
      </w:pPr>
      <w:r>
        <w:t>Required Resources</w:t>
      </w:r>
    </w:p>
    <w:p w14:paraId="70A3048F" w14:textId="77777777" w:rsidR="00EA193E" w:rsidRDefault="00EA193E" w:rsidP="00EA193E">
      <w:pPr>
        <w:pStyle w:val="Bulletlevel1"/>
        <w:spacing w:before="60" w:after="60" w:line="276" w:lineRule="auto"/>
      </w:pPr>
      <w:r>
        <w:t>1 PC with Internet access</w:t>
      </w:r>
    </w:p>
    <w:p w14:paraId="38F2E440" w14:textId="77777777" w:rsidR="00EA193E" w:rsidRDefault="00EA193E" w:rsidP="00EA193E">
      <w:pPr>
        <w:pStyle w:val="Heading1"/>
      </w:pPr>
      <w:r>
        <w:t>Instructions</w:t>
      </w:r>
    </w:p>
    <w:p w14:paraId="592B404B" w14:textId="77777777" w:rsidR="00EA193E" w:rsidRDefault="00EA193E" w:rsidP="00EA193E">
      <w:pPr>
        <w:pStyle w:val="Heading2"/>
      </w:pPr>
      <w:r>
        <w:t>Use Ping to Document Network Latency</w:t>
      </w:r>
    </w:p>
    <w:p w14:paraId="6B4E5D4D" w14:textId="77777777" w:rsidR="00EA193E" w:rsidRPr="00064A85" w:rsidRDefault="00EA193E" w:rsidP="00EA193E">
      <w:pPr>
        <w:pStyle w:val="BodyTextL25"/>
      </w:pPr>
      <w:r>
        <w:t>In Part 1, you will examine network latency of several websites in different parts of the globe. This process can be used in an enterprise production network to create a performance baseline.</w:t>
      </w:r>
    </w:p>
    <w:p w14:paraId="385E4DEE" w14:textId="77777777" w:rsidR="00EA193E" w:rsidRDefault="00EA193E" w:rsidP="00EA193E">
      <w:pPr>
        <w:pStyle w:val="Heading3"/>
      </w:pPr>
      <w:r>
        <w:t>Verify connectivity.</w:t>
      </w:r>
    </w:p>
    <w:p w14:paraId="14E08026" w14:textId="77777777" w:rsidR="00EA193E" w:rsidRDefault="00EA193E" w:rsidP="00D3304C">
      <w:pPr>
        <w:pStyle w:val="BodyTextL25"/>
        <w:spacing w:after="0"/>
      </w:pPr>
      <w:r w:rsidRPr="00F6058C">
        <w:t>Ping</w:t>
      </w:r>
      <w:r>
        <w:t xml:space="preserve"> the following Regional Internet Registry (RIR) websites to verify connectivity:</w:t>
      </w:r>
    </w:p>
    <w:p w14:paraId="03A0FFBC" w14:textId="77777777" w:rsidR="00DC6096" w:rsidRDefault="00DC6096" w:rsidP="00DC6096">
      <w:pPr>
        <w:pStyle w:val="ConfigWindow"/>
      </w:pPr>
      <w:r>
        <w:t>Open command prompt</w:t>
      </w:r>
    </w:p>
    <w:p w14:paraId="527F7F2D" w14:textId="77777777" w:rsidR="00EA193E" w:rsidRPr="003D4700" w:rsidRDefault="00EA193E" w:rsidP="00D3304C">
      <w:pPr>
        <w:pStyle w:val="CMD"/>
        <w:spacing w:before="0"/>
        <w:rPr>
          <w:b/>
        </w:rPr>
      </w:pPr>
      <w:r>
        <w:t xml:space="preserve">C:\Users\User1&gt; </w:t>
      </w:r>
      <w:r w:rsidRPr="003D4700">
        <w:rPr>
          <w:b/>
        </w:rPr>
        <w:t xml:space="preserve">ping </w:t>
      </w:r>
      <w:r w:rsidRPr="005A2C8A">
        <w:rPr>
          <w:b/>
        </w:rPr>
        <w:t>www.lacnic.net</w:t>
      </w:r>
    </w:p>
    <w:p w14:paraId="003EBDD0" w14:textId="77777777" w:rsidR="00EA193E" w:rsidRPr="003D4700" w:rsidRDefault="00EA193E" w:rsidP="00EA193E">
      <w:pPr>
        <w:pStyle w:val="CMD"/>
        <w:rPr>
          <w:b/>
        </w:rPr>
      </w:pPr>
      <w:r>
        <w:t xml:space="preserve">C:\Users\User1&gt; </w:t>
      </w:r>
      <w:r w:rsidRPr="003D4700">
        <w:rPr>
          <w:b/>
        </w:rPr>
        <w:t xml:space="preserve">ping </w:t>
      </w:r>
      <w:r w:rsidRPr="005A2C8A">
        <w:rPr>
          <w:b/>
        </w:rPr>
        <w:t>www.afrinic.net</w:t>
      </w:r>
    </w:p>
    <w:p w14:paraId="02048D96" w14:textId="4C1D1A14" w:rsidR="00EA193E" w:rsidRDefault="00EA193E" w:rsidP="00EA193E">
      <w:pPr>
        <w:pStyle w:val="CMD"/>
        <w:rPr>
          <w:b/>
        </w:rPr>
      </w:pPr>
      <w:r>
        <w:t xml:space="preserve">C:\Users\User1&gt; </w:t>
      </w:r>
      <w:r w:rsidRPr="003D4700">
        <w:rPr>
          <w:b/>
        </w:rPr>
        <w:t xml:space="preserve">ping </w:t>
      </w:r>
      <w:r w:rsidR="00D3304C" w:rsidRPr="00D3304C">
        <w:rPr>
          <w:b/>
        </w:rPr>
        <w:t>www.apnic.net</w:t>
      </w:r>
    </w:p>
    <w:p w14:paraId="03B86FBD" w14:textId="77777777" w:rsidR="00EA193E" w:rsidRDefault="00EA193E" w:rsidP="00EA193E">
      <w:pPr>
        <w:pStyle w:val="BodyTextL25"/>
      </w:pPr>
      <w:r w:rsidRPr="00F6058C">
        <w:rPr>
          <w:b/>
        </w:rPr>
        <w:t>Note</w:t>
      </w:r>
      <w:r>
        <w:t xml:space="preserve">: Because </w:t>
      </w:r>
      <w:r w:rsidRPr="00386B9A">
        <w:t>www.ripe.net</w:t>
      </w:r>
      <w:r>
        <w:t xml:space="preserve"> and </w:t>
      </w:r>
      <w:r w:rsidRPr="00C0292F">
        <w:t>www.arin.net</w:t>
      </w:r>
      <w:r>
        <w:t xml:space="preserve"> do not reply to ICMP requests, they cannot be used for this lab.</w:t>
      </w:r>
    </w:p>
    <w:p w14:paraId="55A36902" w14:textId="10197D18" w:rsidR="00EA193E" w:rsidRPr="00740032" w:rsidRDefault="00EA193E" w:rsidP="008A45AB">
      <w:pPr>
        <w:pStyle w:val="BodyTextL25"/>
        <w:keepNext/>
      </w:pPr>
      <w:r>
        <w:rPr>
          <w:b/>
        </w:rPr>
        <w:lastRenderedPageBreak/>
        <w:t>Note</w:t>
      </w:r>
      <w:r w:rsidRPr="00740032">
        <w:t>:</w:t>
      </w:r>
      <w:r>
        <w:t xml:space="preserve"> If the websites are resolved to IPv6 addresses, the option -4 can be used to resolve to IPv4 addresses if desired. The command becomes </w:t>
      </w:r>
      <w:r>
        <w:rPr>
          <w:b/>
        </w:rPr>
        <w:t>ping -4 www.a</w:t>
      </w:r>
      <w:r w:rsidR="00D3304C">
        <w:rPr>
          <w:b/>
        </w:rPr>
        <w:t>pnic</w:t>
      </w:r>
      <w:r>
        <w:rPr>
          <w:b/>
        </w:rPr>
        <w:t>.net</w:t>
      </w:r>
      <w:r>
        <w:t>.</w:t>
      </w:r>
    </w:p>
    <w:p w14:paraId="790056FD" w14:textId="77777777" w:rsidR="00EA193E" w:rsidRDefault="00EA193E" w:rsidP="00EA193E">
      <w:pPr>
        <w:pStyle w:val="Visual"/>
      </w:pPr>
      <w:r>
        <w:rPr>
          <w:noProof/>
        </w:rPr>
        <w:drawing>
          <wp:inline distT="0" distB="0" distL="0" distR="0" wp14:anchorId="6AA9E12A" wp14:editId="12300A90">
            <wp:extent cx="4762500" cy="2276475"/>
            <wp:effectExtent l="19050" t="0" r="0" b="0"/>
            <wp:docPr id="3" name="Picture 2" descr="Regional Internet Regi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nal Internet Registries"/>
                    <pic:cNvPicPr>
                      <a:picLocks noChangeAspect="1" noChangeArrowheads="1"/>
                    </pic:cNvPicPr>
                  </pic:nvPicPr>
                  <pic:blipFill>
                    <a:blip r:embed="rId9" cstate="print"/>
                    <a:srcRect/>
                    <a:stretch>
                      <a:fillRect/>
                    </a:stretch>
                  </pic:blipFill>
                  <pic:spPr bwMode="auto">
                    <a:xfrm>
                      <a:off x="0" y="0"/>
                      <a:ext cx="4762500" cy="2276475"/>
                    </a:xfrm>
                    <a:prstGeom prst="rect">
                      <a:avLst/>
                    </a:prstGeom>
                    <a:noFill/>
                    <a:ln w="9525">
                      <a:noFill/>
                      <a:miter lim="800000"/>
                      <a:headEnd/>
                      <a:tailEnd/>
                    </a:ln>
                  </pic:spPr>
                </pic:pic>
              </a:graphicData>
            </a:graphic>
          </wp:inline>
        </w:drawing>
      </w:r>
    </w:p>
    <w:p w14:paraId="1D162797" w14:textId="77777777" w:rsidR="00EA193E" w:rsidRDefault="00EA193E" w:rsidP="00EA193E">
      <w:pPr>
        <w:pStyle w:val="Heading3"/>
      </w:pPr>
      <w:r>
        <w:t>Collect network data.</w:t>
      </w:r>
    </w:p>
    <w:p w14:paraId="75F9931C" w14:textId="77777777" w:rsidR="00EA193E" w:rsidRDefault="00EA193E" w:rsidP="00EA193E">
      <w:pPr>
        <w:pStyle w:val="BodyTextL25"/>
      </w:pPr>
      <w:r>
        <w:t xml:space="preserve">You will collect a sufficient amount of data to compute statistics on the </w:t>
      </w:r>
      <w:r w:rsidRPr="00A3082D">
        <w:rPr>
          <w:b/>
        </w:rPr>
        <w:t>ping</w:t>
      </w:r>
      <w:r>
        <w:t xml:space="preserve"> output by sending out 25 echo requests to each address listed in Step 1. This step may require administrative privileges, depending upon your operating system. Record the results for each website to text files.</w:t>
      </w:r>
    </w:p>
    <w:p w14:paraId="028D8F6A" w14:textId="77777777" w:rsidR="00EA193E" w:rsidRDefault="00EA193E" w:rsidP="00EA193E">
      <w:pPr>
        <w:pStyle w:val="SubStepAlpha"/>
      </w:pPr>
      <w:r>
        <w:t xml:space="preserve">At the command prompt, type </w:t>
      </w:r>
      <w:r>
        <w:rPr>
          <w:b/>
        </w:rPr>
        <w:t>ping</w:t>
      </w:r>
      <w:r>
        <w:t xml:space="preserve"> to list the available options.</w:t>
      </w:r>
    </w:p>
    <w:p w14:paraId="0BC37AE7" w14:textId="77777777" w:rsidR="00EA193E" w:rsidRDefault="00EA193E" w:rsidP="00EA193E">
      <w:pPr>
        <w:pStyle w:val="CMD"/>
        <w:rPr>
          <w:b/>
        </w:rPr>
      </w:pPr>
      <w:r>
        <w:t xml:space="preserve">C:\Users\User1&gt; </w:t>
      </w:r>
      <w:r w:rsidRPr="005A2C8A">
        <w:rPr>
          <w:b/>
        </w:rPr>
        <w:t>ping</w:t>
      </w:r>
    </w:p>
    <w:p w14:paraId="1527F10D" w14:textId="6CB7DCA5" w:rsidR="00EA193E" w:rsidRDefault="00EA193E" w:rsidP="00EA193E">
      <w:pPr>
        <w:pStyle w:val="SubStepAlpha"/>
      </w:pPr>
      <w:r>
        <w:t xml:space="preserve">Using the </w:t>
      </w:r>
      <w:r w:rsidRPr="00120DF3">
        <w:rPr>
          <w:b/>
        </w:rPr>
        <w:t>ping</w:t>
      </w:r>
      <w:r>
        <w:t xml:space="preserve"> command with the </w:t>
      </w:r>
      <w:r w:rsidRPr="00314EAB">
        <w:t>count</w:t>
      </w:r>
      <w:r>
        <w:t xml:space="preserve"> option, you can send 25 echo requests to the destination as illustrated below. Furthermore, it will create a text file with filename of </w:t>
      </w:r>
      <w:r w:rsidR="00C918CC" w:rsidRPr="00C918CC">
        <w:rPr>
          <w:b/>
          <w:bCs/>
        </w:rPr>
        <w:t>lacn</w:t>
      </w:r>
      <w:r w:rsidR="00C918CC">
        <w:rPr>
          <w:b/>
          <w:bCs/>
        </w:rPr>
        <w:t>i</w:t>
      </w:r>
      <w:r w:rsidR="00C918CC" w:rsidRPr="00C918CC">
        <w:rPr>
          <w:b/>
          <w:bCs/>
        </w:rPr>
        <w:t>c</w:t>
      </w:r>
      <w:r w:rsidRPr="00C918CC">
        <w:rPr>
          <w:b/>
          <w:bCs/>
        </w:rPr>
        <w:t>.</w:t>
      </w:r>
      <w:r w:rsidRPr="00A3082D">
        <w:rPr>
          <w:b/>
        </w:rPr>
        <w:t>txt</w:t>
      </w:r>
      <w:r>
        <w:t xml:space="preserve"> in the current directory. This text file will contain the results of the echo requests.</w:t>
      </w:r>
    </w:p>
    <w:p w14:paraId="38572B42"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lacnic</w:t>
      </w:r>
      <w:r w:rsidRPr="005A2C8A">
        <w:rPr>
          <w:b/>
        </w:rPr>
        <w:t>.net</w:t>
      </w:r>
      <w:r>
        <w:rPr>
          <w:b/>
        </w:rPr>
        <w:t xml:space="preserve"> &gt; lacnic.txt</w:t>
      </w:r>
    </w:p>
    <w:p w14:paraId="03234AE9" w14:textId="77777777" w:rsidR="00EA193E" w:rsidRDefault="00EA193E" w:rsidP="00EA193E">
      <w:pPr>
        <w:pStyle w:val="BodyTextL25"/>
      </w:pPr>
      <w:r>
        <w:rPr>
          <w:b/>
        </w:rPr>
        <w:t>Note</w:t>
      </w:r>
      <w:r>
        <w:t xml:space="preserve">: The terminal remains blank until the command has finished, because the output has been redirected to a text file, </w:t>
      </w:r>
      <w:r>
        <w:rPr>
          <w:b/>
        </w:rPr>
        <w:t>lacnic</w:t>
      </w:r>
      <w:r w:rsidRPr="00A3082D">
        <w:rPr>
          <w:b/>
        </w:rPr>
        <w:t>.txt</w:t>
      </w:r>
      <w:r>
        <w:t xml:space="preserve">, in this example. The </w:t>
      </w:r>
      <w:r w:rsidRPr="00A3082D">
        <w:rPr>
          <w:b/>
        </w:rPr>
        <w:t>&gt;</w:t>
      </w:r>
      <w:r>
        <w:t xml:space="preserve"> symbol is used to redirect the screen output to the file and overwrite the file if it already exists. If appending more results to the file is desired, replace </w:t>
      </w:r>
      <w:r w:rsidRPr="00A3082D">
        <w:rPr>
          <w:b/>
        </w:rPr>
        <w:t>&gt;</w:t>
      </w:r>
      <w:r>
        <w:t xml:space="preserve"> with </w:t>
      </w:r>
      <w:r w:rsidRPr="00A3082D">
        <w:rPr>
          <w:b/>
        </w:rPr>
        <w:t>&gt;&gt;</w:t>
      </w:r>
      <w:r>
        <w:t xml:space="preserve"> in the command.</w:t>
      </w:r>
    </w:p>
    <w:p w14:paraId="7BFD8E81" w14:textId="77777777" w:rsidR="00EA193E" w:rsidRDefault="00EA193E" w:rsidP="00EA193E">
      <w:pPr>
        <w:pStyle w:val="SubStepAlpha"/>
      </w:pPr>
      <w:r>
        <w:t xml:space="preserve">Repeat the </w:t>
      </w:r>
      <w:r>
        <w:rPr>
          <w:b/>
        </w:rPr>
        <w:t>ping</w:t>
      </w:r>
      <w:r>
        <w:t xml:space="preserve"> command for the other websites.</w:t>
      </w:r>
    </w:p>
    <w:p w14:paraId="4950DE1B"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afrinic</w:t>
      </w:r>
      <w:r w:rsidRPr="005A2C8A">
        <w:rPr>
          <w:b/>
        </w:rPr>
        <w:t>.net</w:t>
      </w:r>
      <w:r>
        <w:rPr>
          <w:b/>
        </w:rPr>
        <w:t xml:space="preserve"> &gt; afrinic.txt</w:t>
      </w:r>
    </w:p>
    <w:p w14:paraId="3E658A4D" w14:textId="77777777" w:rsidR="00EA193E" w:rsidRDefault="00EA193E" w:rsidP="00EA193E">
      <w:pPr>
        <w:pStyle w:val="CMD"/>
        <w:rPr>
          <w:b/>
        </w:rPr>
      </w:pPr>
      <w:r>
        <w:t xml:space="preserve">C:\Users\User1&gt; </w:t>
      </w:r>
      <w:r w:rsidRPr="003D4700">
        <w:rPr>
          <w:b/>
        </w:rPr>
        <w:t xml:space="preserve">ping </w:t>
      </w:r>
      <w:r>
        <w:rPr>
          <w:b/>
        </w:rPr>
        <w:t xml:space="preserve">–n 25 </w:t>
      </w:r>
      <w:r w:rsidRPr="005A2C8A">
        <w:rPr>
          <w:b/>
        </w:rPr>
        <w:t>www.</w:t>
      </w:r>
      <w:r>
        <w:rPr>
          <w:b/>
        </w:rPr>
        <w:t>apnic</w:t>
      </w:r>
      <w:r w:rsidRPr="005A2C8A">
        <w:rPr>
          <w:b/>
        </w:rPr>
        <w:t>.net</w:t>
      </w:r>
      <w:r>
        <w:rPr>
          <w:b/>
        </w:rPr>
        <w:t xml:space="preserve"> &gt; apnic.txt</w:t>
      </w:r>
    </w:p>
    <w:p w14:paraId="5877734E" w14:textId="77777777" w:rsidR="00EA193E" w:rsidRDefault="00EA193E" w:rsidP="00EA193E">
      <w:pPr>
        <w:pStyle w:val="Heading3"/>
      </w:pPr>
      <w:r>
        <w:t>Verify data collection.</w:t>
      </w:r>
    </w:p>
    <w:p w14:paraId="798F4E2D" w14:textId="77777777" w:rsidR="00EA193E" w:rsidRDefault="00EA193E" w:rsidP="00EA193E">
      <w:pPr>
        <w:pStyle w:val="BodyTextL25"/>
      </w:pPr>
      <w:r>
        <w:t>To verify that the files have been created, use the dir command to list the files in the directory. Also the wildcard * can be used to filter only the text files.</w:t>
      </w:r>
    </w:p>
    <w:p w14:paraId="09B70232" w14:textId="77777777" w:rsidR="00EA193E" w:rsidRDefault="00EA193E" w:rsidP="00EA193E">
      <w:pPr>
        <w:pStyle w:val="CMDOutput"/>
      </w:pPr>
      <w:r>
        <w:t xml:space="preserve">C:\Users\User1&gt; </w:t>
      </w:r>
      <w:r w:rsidRPr="00C0292F">
        <w:rPr>
          <w:b/>
          <w:bCs/>
        </w:rPr>
        <w:t>dir *.txt</w:t>
      </w:r>
    </w:p>
    <w:p w14:paraId="4CDBF6BB" w14:textId="77777777" w:rsidR="00EA193E" w:rsidRDefault="00EA193E" w:rsidP="00EA193E">
      <w:pPr>
        <w:pStyle w:val="CMDOutput"/>
      </w:pPr>
      <w:r>
        <w:t>Volume in drive C is OS</w:t>
      </w:r>
    </w:p>
    <w:p w14:paraId="2D95311C" w14:textId="77777777" w:rsidR="00EA193E" w:rsidRDefault="00EA193E" w:rsidP="00EA193E">
      <w:pPr>
        <w:pStyle w:val="CMDOutput"/>
      </w:pPr>
      <w:r>
        <w:t xml:space="preserve"> Volume Serial Number is 0A97-D265</w:t>
      </w:r>
    </w:p>
    <w:p w14:paraId="4F89DC75" w14:textId="77777777" w:rsidR="00EA193E" w:rsidRDefault="00EA193E" w:rsidP="00EA193E">
      <w:pPr>
        <w:pStyle w:val="CMDOutput"/>
      </w:pPr>
    </w:p>
    <w:p w14:paraId="76DB53CF" w14:textId="77777777" w:rsidR="00EA193E" w:rsidRDefault="00EA193E" w:rsidP="00EA193E">
      <w:pPr>
        <w:pStyle w:val="CMDOutput"/>
      </w:pPr>
      <w:r>
        <w:t xml:space="preserve"> Directory of C:\Users\User1</w:t>
      </w:r>
    </w:p>
    <w:p w14:paraId="572B2E33" w14:textId="77777777" w:rsidR="00EA193E" w:rsidRDefault="00EA193E" w:rsidP="00EA193E">
      <w:pPr>
        <w:pStyle w:val="CMDOutput"/>
      </w:pPr>
    </w:p>
    <w:p w14:paraId="2E983A10" w14:textId="77777777" w:rsidR="00EA193E" w:rsidRDefault="00EA193E" w:rsidP="00EA193E">
      <w:pPr>
        <w:pStyle w:val="CMDOutput"/>
      </w:pPr>
      <w:r>
        <w:t>02/07/2013  12:59 PM             1,642 afrinic.txt</w:t>
      </w:r>
    </w:p>
    <w:p w14:paraId="20F841FE" w14:textId="77777777" w:rsidR="00EA193E" w:rsidRDefault="00EA193E" w:rsidP="00EA193E">
      <w:pPr>
        <w:pStyle w:val="CMDOutput"/>
      </w:pPr>
      <w:r>
        <w:t>02/07/2013  01:00 PM             1,615 apnic.txt</w:t>
      </w:r>
    </w:p>
    <w:p w14:paraId="6F08805E" w14:textId="77777777" w:rsidR="00EA193E" w:rsidRDefault="00EA193E" w:rsidP="00EA193E">
      <w:pPr>
        <w:pStyle w:val="CMDOutput"/>
      </w:pPr>
      <w:r>
        <w:t>02/07/2013  12:58 PM             1,589 lacnic.txt</w:t>
      </w:r>
    </w:p>
    <w:p w14:paraId="343180D9" w14:textId="77777777" w:rsidR="00EA193E" w:rsidRDefault="00EA193E" w:rsidP="00EA193E">
      <w:pPr>
        <w:pStyle w:val="BodyTextL25"/>
      </w:pPr>
      <w:r>
        <w:lastRenderedPageBreak/>
        <w:t xml:space="preserve">To see the results in the file created, use the </w:t>
      </w:r>
      <w:r w:rsidRPr="00472B31">
        <w:rPr>
          <w:b/>
        </w:rPr>
        <w:t>more</w:t>
      </w:r>
      <w:r>
        <w:t xml:space="preserve"> command at the command prompt.</w:t>
      </w:r>
    </w:p>
    <w:p w14:paraId="6A28D17B" w14:textId="77777777" w:rsidR="00EA193E" w:rsidRDefault="00EA193E" w:rsidP="00EA193E">
      <w:pPr>
        <w:pStyle w:val="CMD"/>
      </w:pPr>
      <w:r>
        <w:t xml:space="preserve">C:\Users\User1&gt; </w:t>
      </w:r>
      <w:r>
        <w:rPr>
          <w:b/>
        </w:rPr>
        <w:t>more lacnic.txt</w:t>
      </w:r>
    </w:p>
    <w:p w14:paraId="3AF954EB" w14:textId="77777777" w:rsidR="00EA193E" w:rsidRDefault="00EA193E" w:rsidP="00C918CC">
      <w:pPr>
        <w:pStyle w:val="CMDOutput"/>
      </w:pPr>
    </w:p>
    <w:p w14:paraId="0A3B912B" w14:textId="77777777" w:rsidR="00EA193E" w:rsidRPr="00C0292F" w:rsidRDefault="00EA193E" w:rsidP="00C918CC">
      <w:pPr>
        <w:pStyle w:val="CMDOutput"/>
      </w:pPr>
      <w:r w:rsidRPr="00C0292F">
        <w:t>Pinging www.lacnic.net [200.3.14.184] with 32 bytes of data:</w:t>
      </w:r>
    </w:p>
    <w:p w14:paraId="2A3CD146" w14:textId="77777777" w:rsidR="00EA193E" w:rsidRPr="00C0292F" w:rsidRDefault="00EA193E" w:rsidP="00C918CC">
      <w:pPr>
        <w:pStyle w:val="CMDOutput"/>
      </w:pPr>
      <w:r w:rsidRPr="00C0292F">
        <w:t>Reply from 200.3.14.184: bytes=32 time=220ms TTL=51</w:t>
      </w:r>
    </w:p>
    <w:p w14:paraId="7A353C2C" w14:textId="77777777" w:rsidR="00EA193E" w:rsidRPr="00C0292F" w:rsidRDefault="00EA193E" w:rsidP="00C918CC">
      <w:pPr>
        <w:pStyle w:val="CMDOutput"/>
      </w:pPr>
      <w:r w:rsidRPr="00C0292F">
        <w:t>Reply from 200.3.14.184: bytes=32 time=231ms TTL=51</w:t>
      </w:r>
    </w:p>
    <w:p w14:paraId="67526AB4" w14:textId="77777777" w:rsidR="00EA193E" w:rsidRPr="00C0292F" w:rsidRDefault="00EA193E" w:rsidP="00C918CC">
      <w:pPr>
        <w:pStyle w:val="CMDOutput"/>
      </w:pPr>
      <w:r w:rsidRPr="00C0292F">
        <w:t>Reply from 200.3.14.184: bytes=32 time=243ms TTL=51</w:t>
      </w:r>
    </w:p>
    <w:p w14:paraId="5FD46C02" w14:textId="77777777" w:rsidR="00EA193E" w:rsidRPr="00C0292F" w:rsidRDefault="00EA193E" w:rsidP="00C918CC">
      <w:pPr>
        <w:pStyle w:val="CMDOutput"/>
      </w:pPr>
      <w:r w:rsidRPr="00C0292F">
        <w:t>Reply from 200.3.14.184: bytes=32 time=255ms TTL=51</w:t>
      </w:r>
    </w:p>
    <w:p w14:paraId="734062CA" w14:textId="77777777" w:rsidR="00EA193E" w:rsidRPr="00C0292F" w:rsidRDefault="00EA193E" w:rsidP="00C918CC">
      <w:pPr>
        <w:pStyle w:val="CMDOutput"/>
      </w:pPr>
      <w:r w:rsidRPr="00C0292F">
        <w:t>Reply from 200.3.14.184: bytes=32 time=266ms TTL=51</w:t>
      </w:r>
    </w:p>
    <w:p w14:paraId="081AC5F7" w14:textId="77777777" w:rsidR="00EA193E" w:rsidRPr="00C0292F" w:rsidRDefault="00EA193E" w:rsidP="00C918CC">
      <w:pPr>
        <w:pStyle w:val="CMDOutput"/>
      </w:pPr>
      <w:r w:rsidRPr="00C0292F">
        <w:t>&lt;output omitted&gt;</w:t>
      </w:r>
    </w:p>
    <w:p w14:paraId="06293B79" w14:textId="77777777" w:rsidR="00EA193E" w:rsidRPr="00C0292F" w:rsidRDefault="00EA193E" w:rsidP="00C918CC">
      <w:pPr>
        <w:pStyle w:val="CMDOutput"/>
      </w:pPr>
      <w:r w:rsidRPr="00C0292F">
        <w:t>Reply from 200.3.14.184: bytes=32 time=522ms TTL=51</w:t>
      </w:r>
    </w:p>
    <w:p w14:paraId="76DB40E8" w14:textId="77777777" w:rsidR="00EA193E" w:rsidRPr="00C0292F" w:rsidRDefault="00EA193E" w:rsidP="00C918CC">
      <w:pPr>
        <w:pStyle w:val="CMDOutput"/>
      </w:pPr>
      <w:r w:rsidRPr="00C0292F">
        <w:t>Reply from 200.3.14.184: bytes=32 time=195ms TTL=51</w:t>
      </w:r>
    </w:p>
    <w:p w14:paraId="54560E13" w14:textId="77777777" w:rsidR="00EA193E" w:rsidRPr="00C0292F" w:rsidRDefault="00EA193E" w:rsidP="00C918CC">
      <w:pPr>
        <w:pStyle w:val="CMDOutput"/>
      </w:pPr>
      <w:r w:rsidRPr="00C0292F">
        <w:t>Reply from 200.3.14.184: bytes=32 time=207ms TTL=51</w:t>
      </w:r>
    </w:p>
    <w:p w14:paraId="0466CA3E" w14:textId="77777777" w:rsidR="00EA193E" w:rsidRPr="00C0292F" w:rsidRDefault="00EA193E" w:rsidP="00C918CC">
      <w:pPr>
        <w:pStyle w:val="CMDOutput"/>
      </w:pPr>
      <w:r w:rsidRPr="00C0292F">
        <w:t>Reply from 200.3.14.184: bytes=32 time=219ms TTL=51</w:t>
      </w:r>
    </w:p>
    <w:p w14:paraId="7669701B" w14:textId="77777777" w:rsidR="00EA193E" w:rsidRPr="00C0292F" w:rsidRDefault="00EA193E" w:rsidP="00C918CC">
      <w:pPr>
        <w:pStyle w:val="CMDOutput"/>
      </w:pPr>
      <w:r w:rsidRPr="00C0292F">
        <w:t>Reply from 200.3.14.184: bytes=32 time=232ms TTL=51</w:t>
      </w:r>
    </w:p>
    <w:p w14:paraId="45FEB5DE" w14:textId="77777777" w:rsidR="00EA193E" w:rsidRPr="00C0292F" w:rsidRDefault="00EA193E" w:rsidP="00C918CC">
      <w:pPr>
        <w:pStyle w:val="CMDOutput"/>
      </w:pPr>
    </w:p>
    <w:p w14:paraId="5793DB71" w14:textId="77777777" w:rsidR="00EA193E" w:rsidRPr="00C0292F" w:rsidRDefault="00EA193E" w:rsidP="00C918CC">
      <w:pPr>
        <w:pStyle w:val="CMDOutput"/>
      </w:pPr>
      <w:r w:rsidRPr="00C0292F">
        <w:t>Ping statistics for 200.3.14.184:</w:t>
      </w:r>
    </w:p>
    <w:p w14:paraId="5E565710" w14:textId="77777777" w:rsidR="00EA193E" w:rsidRPr="00C0292F" w:rsidRDefault="00EA193E" w:rsidP="00C918CC">
      <w:pPr>
        <w:pStyle w:val="CMDOutput"/>
      </w:pPr>
      <w:r w:rsidRPr="00C0292F">
        <w:t xml:space="preserve">    Packets: Sent = 25, Received = 24, Lost = 1 (4% loss),</w:t>
      </w:r>
    </w:p>
    <w:p w14:paraId="3156F8EC" w14:textId="77777777" w:rsidR="00EA193E" w:rsidRPr="00C0292F" w:rsidRDefault="00EA193E" w:rsidP="00C918CC">
      <w:pPr>
        <w:pStyle w:val="CMDOutput"/>
      </w:pPr>
      <w:r w:rsidRPr="00C0292F">
        <w:t>Approximate round trip times in milli-seconds:</w:t>
      </w:r>
    </w:p>
    <w:p w14:paraId="70985617" w14:textId="77777777" w:rsidR="00EA193E" w:rsidRPr="001A3A39" w:rsidRDefault="00EA193E" w:rsidP="00C918CC">
      <w:pPr>
        <w:pStyle w:val="CMDOutput"/>
      </w:pPr>
      <w:r w:rsidRPr="00F043AA">
        <w:t xml:space="preserve">    Minimum = 175ms, Maximum = 522ms, Average = 253ms</w:t>
      </w:r>
    </w:p>
    <w:p w14:paraId="1F2BA0D3" w14:textId="77777777" w:rsidR="00EA193E" w:rsidRPr="00A75CF8" w:rsidRDefault="00EA193E" w:rsidP="00EA193E">
      <w:pPr>
        <w:pStyle w:val="BodyTextL25"/>
      </w:pPr>
      <w:r>
        <w:rPr>
          <w:b/>
        </w:rPr>
        <w:t>Note</w:t>
      </w:r>
      <w:r>
        <w:t xml:space="preserve">: Press the </w:t>
      </w:r>
      <w:r w:rsidRPr="00647D60">
        <w:t>Spacebar</w:t>
      </w:r>
      <w:r>
        <w:t xml:space="preserve"> to display the rest of the file or press </w:t>
      </w:r>
      <w:r w:rsidRPr="00A75CF8">
        <w:rPr>
          <w:b/>
        </w:rPr>
        <w:t>q</w:t>
      </w:r>
      <w:r>
        <w:t xml:space="preserve"> to exit.</w:t>
      </w:r>
    </w:p>
    <w:p w14:paraId="67C58ADA" w14:textId="77777777" w:rsidR="00EA193E" w:rsidRDefault="00EA193E" w:rsidP="00EA193E">
      <w:pPr>
        <w:pStyle w:val="BodyTextL25"/>
      </w:pPr>
      <w:r>
        <w:t>Record your results in the following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contains all the information neccessary to record the minimum, maximum, and average round trip time. Type your answers in the cells listed as &quot;blank&quot;."/>
      </w:tblPr>
      <w:tblGrid>
        <w:gridCol w:w="2384"/>
        <w:gridCol w:w="2384"/>
        <w:gridCol w:w="2384"/>
        <w:gridCol w:w="2385"/>
      </w:tblGrid>
      <w:tr w:rsidR="00EA193E" w14:paraId="363718C2" w14:textId="77777777" w:rsidTr="007600E0">
        <w:trPr>
          <w:cantSplit/>
          <w:tblHeader/>
          <w:jc w:val="center"/>
        </w:trPr>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6CC2FC" w14:textId="77777777" w:rsidR="00EA193E" w:rsidRDefault="00EA193E" w:rsidP="00C0292F">
            <w:pPr>
              <w:pStyle w:val="TableHeading"/>
            </w:pPr>
          </w:p>
        </w:tc>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8105B5" w14:textId="77777777" w:rsidR="00EA193E" w:rsidRDefault="00EA193E" w:rsidP="00C0292F">
            <w:pPr>
              <w:pStyle w:val="TableHeading"/>
            </w:pPr>
            <w:r>
              <w:t>Minimum</w:t>
            </w:r>
          </w:p>
        </w:tc>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C4A127" w14:textId="77777777" w:rsidR="00EA193E" w:rsidRDefault="00EA193E" w:rsidP="00C0292F">
            <w:pPr>
              <w:pStyle w:val="TableHeading"/>
            </w:pPr>
            <w:r>
              <w:t>Maximum</w:t>
            </w:r>
          </w:p>
        </w:tc>
        <w:tc>
          <w:tcPr>
            <w:tcW w:w="2385"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1676268" w14:textId="77777777" w:rsidR="00EA193E" w:rsidRDefault="00EA193E" w:rsidP="00C0292F">
            <w:pPr>
              <w:pStyle w:val="TableHeading"/>
            </w:pPr>
            <w:r>
              <w:t>Average</w:t>
            </w:r>
          </w:p>
        </w:tc>
      </w:tr>
      <w:tr w:rsidR="008A45AB" w14:paraId="7169D631" w14:textId="77777777" w:rsidTr="005F167E">
        <w:trPr>
          <w:cantSplit/>
          <w:jc w:val="center"/>
        </w:trPr>
        <w:tc>
          <w:tcPr>
            <w:tcW w:w="2384" w:type="dxa"/>
            <w:vAlign w:val="bottom"/>
          </w:tcPr>
          <w:p w14:paraId="7ABD904E" w14:textId="77777777" w:rsidR="008A45AB" w:rsidRDefault="008A45AB" w:rsidP="008A45AB">
            <w:pPr>
              <w:pStyle w:val="TableText"/>
            </w:pPr>
            <w:r w:rsidRPr="00FE2AF1">
              <w:t>www.afrinic.net</w:t>
            </w:r>
          </w:p>
        </w:tc>
        <w:tc>
          <w:tcPr>
            <w:tcW w:w="2384" w:type="dxa"/>
          </w:tcPr>
          <w:p w14:paraId="55560BA0" w14:textId="2C39F922" w:rsidR="008A45AB" w:rsidRPr="008A45AB" w:rsidRDefault="008A45AB" w:rsidP="008A45AB">
            <w:pPr>
              <w:pStyle w:val="ConfigWindow"/>
            </w:pPr>
            <w:r w:rsidRPr="008A45AB">
              <w:t>Blank</w:t>
            </w:r>
          </w:p>
        </w:tc>
        <w:tc>
          <w:tcPr>
            <w:tcW w:w="2384" w:type="dxa"/>
          </w:tcPr>
          <w:p w14:paraId="6108ECBD" w14:textId="609410F8" w:rsidR="008A45AB" w:rsidRPr="008A45AB" w:rsidRDefault="008A45AB" w:rsidP="008A45AB">
            <w:pPr>
              <w:pStyle w:val="ConfigWindow"/>
            </w:pPr>
            <w:r w:rsidRPr="008A45AB">
              <w:t>Blank</w:t>
            </w:r>
          </w:p>
        </w:tc>
        <w:tc>
          <w:tcPr>
            <w:tcW w:w="2385" w:type="dxa"/>
          </w:tcPr>
          <w:p w14:paraId="2E6EF2EA" w14:textId="55E4DCCB" w:rsidR="008A45AB" w:rsidRPr="008A45AB" w:rsidRDefault="008A45AB" w:rsidP="008A45AB">
            <w:pPr>
              <w:pStyle w:val="ConfigWindow"/>
            </w:pPr>
            <w:r w:rsidRPr="008A45AB">
              <w:t>Blank</w:t>
            </w:r>
          </w:p>
        </w:tc>
      </w:tr>
      <w:tr w:rsidR="008A45AB" w14:paraId="70541236" w14:textId="77777777" w:rsidTr="005F167E">
        <w:trPr>
          <w:cantSplit/>
          <w:jc w:val="center"/>
        </w:trPr>
        <w:tc>
          <w:tcPr>
            <w:tcW w:w="2384" w:type="dxa"/>
            <w:vAlign w:val="bottom"/>
          </w:tcPr>
          <w:p w14:paraId="044B182E" w14:textId="77777777" w:rsidR="008A45AB" w:rsidRDefault="008A45AB" w:rsidP="008A45AB">
            <w:pPr>
              <w:pStyle w:val="TableText"/>
            </w:pPr>
            <w:r w:rsidRPr="00FE2AF1">
              <w:t>www.apnic.net</w:t>
            </w:r>
          </w:p>
        </w:tc>
        <w:tc>
          <w:tcPr>
            <w:tcW w:w="2384" w:type="dxa"/>
          </w:tcPr>
          <w:p w14:paraId="4FEB5249" w14:textId="667A2482" w:rsidR="008A45AB" w:rsidRPr="008A45AB" w:rsidRDefault="008A45AB" w:rsidP="008A45AB">
            <w:pPr>
              <w:pStyle w:val="ConfigWindow"/>
            </w:pPr>
            <w:r w:rsidRPr="008A45AB">
              <w:t>Blank</w:t>
            </w:r>
          </w:p>
        </w:tc>
        <w:tc>
          <w:tcPr>
            <w:tcW w:w="2384" w:type="dxa"/>
          </w:tcPr>
          <w:p w14:paraId="11C08F7E" w14:textId="7DA1C0B3" w:rsidR="008A45AB" w:rsidRPr="008A45AB" w:rsidRDefault="008A45AB" w:rsidP="008A45AB">
            <w:pPr>
              <w:pStyle w:val="ConfigWindow"/>
            </w:pPr>
            <w:r w:rsidRPr="008A45AB">
              <w:t>Blank</w:t>
            </w:r>
          </w:p>
        </w:tc>
        <w:tc>
          <w:tcPr>
            <w:tcW w:w="2385" w:type="dxa"/>
          </w:tcPr>
          <w:p w14:paraId="234D8781" w14:textId="742A1726" w:rsidR="008A45AB" w:rsidRPr="008A45AB" w:rsidRDefault="008A45AB" w:rsidP="008A45AB">
            <w:pPr>
              <w:pStyle w:val="ConfigWindow"/>
            </w:pPr>
            <w:r w:rsidRPr="008A45AB">
              <w:t>Blank</w:t>
            </w:r>
          </w:p>
        </w:tc>
      </w:tr>
      <w:tr w:rsidR="008A45AB" w14:paraId="1AD62528" w14:textId="77777777" w:rsidTr="005F167E">
        <w:trPr>
          <w:cantSplit/>
          <w:jc w:val="center"/>
        </w:trPr>
        <w:tc>
          <w:tcPr>
            <w:tcW w:w="2384" w:type="dxa"/>
            <w:vAlign w:val="bottom"/>
          </w:tcPr>
          <w:p w14:paraId="644BA437" w14:textId="77777777" w:rsidR="008A45AB" w:rsidRDefault="008A45AB" w:rsidP="008A45AB">
            <w:pPr>
              <w:pStyle w:val="TableText"/>
            </w:pPr>
            <w:r w:rsidRPr="00FE2AF1">
              <w:t>www.lacnic.net</w:t>
            </w:r>
          </w:p>
        </w:tc>
        <w:tc>
          <w:tcPr>
            <w:tcW w:w="2384" w:type="dxa"/>
          </w:tcPr>
          <w:p w14:paraId="44E7C2E6" w14:textId="42ACAE6A" w:rsidR="008A45AB" w:rsidRPr="008A45AB" w:rsidRDefault="008A45AB" w:rsidP="008A45AB">
            <w:pPr>
              <w:pStyle w:val="ConfigWindow"/>
            </w:pPr>
            <w:r w:rsidRPr="008A45AB">
              <w:t>Blank</w:t>
            </w:r>
          </w:p>
        </w:tc>
        <w:tc>
          <w:tcPr>
            <w:tcW w:w="2384" w:type="dxa"/>
          </w:tcPr>
          <w:p w14:paraId="0A2CC122" w14:textId="2ECD6522" w:rsidR="008A45AB" w:rsidRPr="008A45AB" w:rsidRDefault="008A45AB" w:rsidP="008A45AB">
            <w:pPr>
              <w:pStyle w:val="ConfigWindow"/>
            </w:pPr>
            <w:r w:rsidRPr="008A45AB">
              <w:t>Blank</w:t>
            </w:r>
          </w:p>
        </w:tc>
        <w:tc>
          <w:tcPr>
            <w:tcW w:w="2385" w:type="dxa"/>
          </w:tcPr>
          <w:p w14:paraId="71F9E514" w14:textId="26C6C8DC" w:rsidR="008A45AB" w:rsidRPr="008A45AB" w:rsidRDefault="008A45AB" w:rsidP="008A45AB">
            <w:pPr>
              <w:pStyle w:val="ConfigWindow"/>
            </w:pPr>
            <w:r w:rsidRPr="008A45AB">
              <w:t>Blank</w:t>
            </w:r>
          </w:p>
        </w:tc>
      </w:tr>
    </w:tbl>
    <w:p w14:paraId="245C30CC" w14:textId="77777777" w:rsidR="00DC6096" w:rsidRDefault="00DC6096" w:rsidP="00DC6096">
      <w:pPr>
        <w:pStyle w:val="Heading4"/>
        <w:ind w:left="360"/>
      </w:pPr>
      <w:r>
        <w:t>Question:</w:t>
      </w:r>
    </w:p>
    <w:p w14:paraId="7FC8BD99" w14:textId="77777777" w:rsidR="00EA193E" w:rsidRPr="00B521B5" w:rsidRDefault="00EA193E" w:rsidP="008A45AB">
      <w:pPr>
        <w:pStyle w:val="BodyTextL25"/>
      </w:pPr>
      <w:r w:rsidRPr="00B521B5">
        <w:t>Compare the delay results. How is delay affected by geographical location?</w:t>
      </w:r>
    </w:p>
    <w:p w14:paraId="531E9F53" w14:textId="77777777" w:rsidR="00EA193E" w:rsidRDefault="00EA193E" w:rsidP="00EA193E">
      <w:pPr>
        <w:pStyle w:val="AnswerLineL25"/>
      </w:pPr>
      <w:r>
        <w:t>Type your answers here.</w:t>
      </w:r>
    </w:p>
    <w:p w14:paraId="36805D19" w14:textId="77777777" w:rsidR="00EA193E" w:rsidRDefault="00EA193E" w:rsidP="00EA193E">
      <w:pPr>
        <w:pStyle w:val="Heading2"/>
      </w:pPr>
      <w:r>
        <w:t>Use Traceroute to Document Network Latency</w:t>
      </w:r>
    </w:p>
    <w:p w14:paraId="75805687" w14:textId="77777777" w:rsidR="00EA193E" w:rsidRDefault="00EA193E" w:rsidP="00EA193E">
      <w:pPr>
        <w:pStyle w:val="BodyTextL25"/>
      </w:pPr>
      <w:r>
        <w:t xml:space="preserve">The routes traced may go through many hops and a number of different ISPs depending on the size of the ISPs and the location of the source and destination hosts. The </w:t>
      </w:r>
      <w:r w:rsidRPr="00945C44">
        <w:rPr>
          <w:b/>
        </w:rPr>
        <w:t>traceroute</w:t>
      </w:r>
      <w:r>
        <w:t xml:space="preserve"> commands can also be used to observe network latency. In Part 2, the </w:t>
      </w:r>
      <w:r w:rsidRPr="009739A4">
        <w:rPr>
          <w:b/>
        </w:rPr>
        <w:t>tracert</w:t>
      </w:r>
      <w:r>
        <w:t xml:space="preserve"> command is used to trace the path to the same destinations in Part 1. The command </w:t>
      </w:r>
      <w:r w:rsidRPr="00E80437">
        <w:rPr>
          <w:b/>
        </w:rPr>
        <w:t>tracert</w:t>
      </w:r>
      <w:r>
        <w:t xml:space="preserve"> is the Windows version of the traceroute command.</w:t>
      </w:r>
    </w:p>
    <w:p w14:paraId="57848010" w14:textId="77777777" w:rsidR="00EA193E" w:rsidRDefault="00EA193E" w:rsidP="00EA193E">
      <w:pPr>
        <w:pStyle w:val="BodyTextL25"/>
      </w:pPr>
      <w:r>
        <w:t xml:space="preserve">The </w:t>
      </w:r>
      <w:r w:rsidRPr="009739A4">
        <w:rPr>
          <w:b/>
        </w:rPr>
        <w:t>tracert</w:t>
      </w:r>
      <w:r>
        <w:t xml:space="preserve"> command uses ICMP TTL Exceed packets and ICMP echo replies to trace the path.</w:t>
      </w:r>
    </w:p>
    <w:p w14:paraId="1131CBF1" w14:textId="77777777" w:rsidR="00EA193E" w:rsidRDefault="00EA193E" w:rsidP="00EA193E">
      <w:pPr>
        <w:pStyle w:val="Heading3"/>
      </w:pPr>
      <w:r>
        <w:t>Use the tracert command and record the output to text files.</w:t>
      </w:r>
    </w:p>
    <w:p w14:paraId="3E69A621" w14:textId="77777777" w:rsidR="00EA193E" w:rsidRPr="00C37534" w:rsidRDefault="00EA193E" w:rsidP="00EA193E">
      <w:pPr>
        <w:pStyle w:val="BodyTextL25"/>
      </w:pPr>
      <w:r>
        <w:t>Copy the following commands to create the traceroute files:</w:t>
      </w:r>
    </w:p>
    <w:p w14:paraId="76172810" w14:textId="77777777" w:rsidR="00EA193E" w:rsidRPr="003D4700" w:rsidRDefault="00EA193E" w:rsidP="00EA193E">
      <w:pPr>
        <w:pStyle w:val="CMD"/>
        <w:rPr>
          <w:b/>
        </w:rPr>
      </w:pPr>
      <w:r>
        <w:t xml:space="preserve">C:\Users\User1&gt; </w:t>
      </w:r>
      <w:r>
        <w:rPr>
          <w:b/>
        </w:rPr>
        <w:t>tracert</w:t>
      </w:r>
      <w:r w:rsidRPr="003D4700">
        <w:rPr>
          <w:b/>
        </w:rPr>
        <w:t xml:space="preserve"> </w:t>
      </w:r>
      <w:r w:rsidRPr="00D24004">
        <w:rPr>
          <w:b/>
        </w:rPr>
        <w:t>www.lacnic.net</w:t>
      </w:r>
      <w:r>
        <w:rPr>
          <w:b/>
        </w:rPr>
        <w:t xml:space="preserve"> &gt; traceroute_lacnic.txt</w:t>
      </w:r>
    </w:p>
    <w:p w14:paraId="7168D31D" w14:textId="77777777" w:rsidR="00EA193E" w:rsidRPr="003D4700" w:rsidRDefault="00EA193E" w:rsidP="00EA193E">
      <w:pPr>
        <w:pStyle w:val="CMD"/>
        <w:rPr>
          <w:b/>
        </w:rPr>
      </w:pPr>
      <w:r>
        <w:t xml:space="preserve">C:\Users\User1&gt; </w:t>
      </w:r>
      <w:r>
        <w:rPr>
          <w:b/>
        </w:rPr>
        <w:t>tracert</w:t>
      </w:r>
      <w:r w:rsidRPr="003D4700">
        <w:rPr>
          <w:b/>
        </w:rPr>
        <w:t xml:space="preserve"> </w:t>
      </w:r>
      <w:r w:rsidRPr="00D24004">
        <w:rPr>
          <w:b/>
        </w:rPr>
        <w:t>www.afrinic.net</w:t>
      </w:r>
      <w:r>
        <w:rPr>
          <w:b/>
        </w:rPr>
        <w:t xml:space="preserve"> &gt; traceroute_afrinic.txt</w:t>
      </w:r>
    </w:p>
    <w:p w14:paraId="5D77EF8D" w14:textId="77777777" w:rsidR="00EA193E" w:rsidRDefault="00EA193E" w:rsidP="00EA193E">
      <w:pPr>
        <w:pStyle w:val="CMD"/>
        <w:rPr>
          <w:b/>
        </w:rPr>
      </w:pPr>
      <w:r>
        <w:t xml:space="preserve">C:\Users\User1&gt; </w:t>
      </w:r>
      <w:r>
        <w:rPr>
          <w:b/>
        </w:rPr>
        <w:t>tracert</w:t>
      </w:r>
      <w:r w:rsidRPr="003D4700">
        <w:rPr>
          <w:b/>
        </w:rPr>
        <w:t xml:space="preserve"> </w:t>
      </w:r>
      <w:r w:rsidRPr="00D24004">
        <w:rPr>
          <w:b/>
        </w:rPr>
        <w:t>www.apnic.net</w:t>
      </w:r>
      <w:r>
        <w:rPr>
          <w:b/>
        </w:rPr>
        <w:t xml:space="preserve"> &gt; traceroute_apnic.txt</w:t>
      </w:r>
    </w:p>
    <w:p w14:paraId="5D2DE357" w14:textId="77777777" w:rsidR="00EA193E" w:rsidRPr="00B421FD" w:rsidRDefault="00EA193E" w:rsidP="00EA193E">
      <w:pPr>
        <w:pStyle w:val="BodyTextL25"/>
      </w:pPr>
      <w:r>
        <w:rPr>
          <w:b/>
        </w:rPr>
        <w:t>Note</w:t>
      </w:r>
      <w:r w:rsidRPr="00740032">
        <w:t>:</w:t>
      </w:r>
      <w:r>
        <w:t xml:space="preserve"> If the websites are resolved to IPv6 addresses, the option -4 can be used to resolve to IPv4 addresses if desired. The command becomes </w:t>
      </w:r>
      <w:r>
        <w:rPr>
          <w:b/>
        </w:rPr>
        <w:t>tracert -</w:t>
      </w:r>
      <w:r w:rsidRPr="00C918CC">
        <w:rPr>
          <w:b/>
        </w:rPr>
        <w:t>4 www.la</w:t>
      </w:r>
      <w:r>
        <w:rPr>
          <w:b/>
        </w:rPr>
        <w:t>cnic</w:t>
      </w:r>
      <w:r w:rsidRPr="00C0292F">
        <w:t>.net</w:t>
      </w:r>
      <w:r>
        <w:rPr>
          <w:b/>
        </w:rPr>
        <w:t xml:space="preserve"> &gt; traceroute_lacnic.txt</w:t>
      </w:r>
      <w:r>
        <w:t>.</w:t>
      </w:r>
    </w:p>
    <w:p w14:paraId="447768C1" w14:textId="77777777" w:rsidR="00EA193E" w:rsidRDefault="00EA193E" w:rsidP="00EA193E">
      <w:pPr>
        <w:pStyle w:val="Heading3"/>
      </w:pPr>
      <w:r>
        <w:lastRenderedPageBreak/>
        <w:t>Use the more command to examine the traced path.</w:t>
      </w:r>
    </w:p>
    <w:p w14:paraId="33FAA063" w14:textId="77777777" w:rsidR="00EA193E" w:rsidRPr="009466C5" w:rsidRDefault="00EA193E" w:rsidP="00EA193E">
      <w:pPr>
        <w:pStyle w:val="SubStepAlpha"/>
      </w:pPr>
      <w:r>
        <w:t xml:space="preserve">Use the </w:t>
      </w:r>
      <w:r>
        <w:rPr>
          <w:b/>
        </w:rPr>
        <w:t>more</w:t>
      </w:r>
      <w:r>
        <w:t xml:space="preserve"> command to access the content of these files:</w:t>
      </w:r>
    </w:p>
    <w:p w14:paraId="30E7BB80" w14:textId="1BFEBD15" w:rsidR="00EA193E" w:rsidRPr="009466C5" w:rsidRDefault="00EA193E" w:rsidP="00EA193E">
      <w:pPr>
        <w:pStyle w:val="CMD"/>
      </w:pPr>
      <w:r w:rsidRPr="009466C5">
        <w:t>C:\Users\User1&gt;</w:t>
      </w:r>
      <w:r>
        <w:t xml:space="preserve"> </w:t>
      </w:r>
      <w:r>
        <w:rPr>
          <w:b/>
        </w:rPr>
        <w:t>more traceroute_</w:t>
      </w:r>
      <w:r w:rsidR="00C918CC">
        <w:rPr>
          <w:b/>
        </w:rPr>
        <w:t>lacnic</w:t>
      </w:r>
      <w:r w:rsidRPr="009466C5">
        <w:rPr>
          <w:b/>
        </w:rPr>
        <w:t>.txt</w:t>
      </w:r>
    </w:p>
    <w:p w14:paraId="4510E68E" w14:textId="77777777" w:rsidR="00EA193E" w:rsidRPr="009466C5" w:rsidRDefault="00EA193E" w:rsidP="00103C75">
      <w:pPr>
        <w:pStyle w:val="CMDOutput"/>
      </w:pPr>
    </w:p>
    <w:p w14:paraId="3469B33F" w14:textId="77777777" w:rsidR="00EA193E" w:rsidRDefault="00EA193E" w:rsidP="00103C75">
      <w:pPr>
        <w:pStyle w:val="CMDOutput"/>
      </w:pPr>
      <w:r>
        <w:t>Tracing route to www.lacnic.net [200.3.14.184]</w:t>
      </w:r>
    </w:p>
    <w:p w14:paraId="560E53AC" w14:textId="77777777" w:rsidR="00EA193E" w:rsidRDefault="00EA193E" w:rsidP="00103C75">
      <w:pPr>
        <w:pStyle w:val="CMDOutput"/>
      </w:pPr>
      <w:r>
        <w:t>over a maximum of 30 hops:</w:t>
      </w:r>
    </w:p>
    <w:p w14:paraId="7EACDAE0" w14:textId="77777777" w:rsidR="00EA193E" w:rsidRDefault="00EA193E" w:rsidP="00103C75">
      <w:pPr>
        <w:pStyle w:val="CMDOutput"/>
      </w:pPr>
    </w:p>
    <w:p w14:paraId="4855CB12" w14:textId="77777777" w:rsidR="00EA193E" w:rsidRDefault="00EA193E" w:rsidP="00103C75">
      <w:pPr>
        <w:pStyle w:val="CMDOutput"/>
      </w:pPr>
      <w:r>
        <w:t xml:space="preserve">  1     3 ms     1 ms     2 ms  192.168.0.1</w:t>
      </w:r>
    </w:p>
    <w:p w14:paraId="1E5C4995" w14:textId="77777777" w:rsidR="00EA193E" w:rsidRDefault="00EA193E" w:rsidP="00103C75">
      <w:pPr>
        <w:pStyle w:val="CMDOutput"/>
      </w:pPr>
      <w:r>
        <w:t xml:space="preserve">  2     *        *        *     Request timed out.</w:t>
      </w:r>
    </w:p>
    <w:p w14:paraId="557F9D03" w14:textId="77777777" w:rsidR="00EA193E" w:rsidRDefault="00EA193E" w:rsidP="00103C75">
      <w:pPr>
        <w:pStyle w:val="CMDOutput"/>
      </w:pPr>
      <w:r>
        <w:t xml:space="preserve">  3    14 ms    10 ms     9 ms  173-219-1-12.suddenlink.net [173.219.1.12]</w:t>
      </w:r>
    </w:p>
    <w:p w14:paraId="1BB76BA9" w14:textId="77777777" w:rsidR="00EA193E" w:rsidRDefault="00EA193E" w:rsidP="00103C75">
      <w:pPr>
        <w:pStyle w:val="CMDOutput"/>
      </w:pPr>
      <w:r>
        <w:t xml:space="preserve">  4    39 ms    38 ms    45 ms  173-219-1-232.suddenlink.net [173.219.1.232]</w:t>
      </w:r>
    </w:p>
    <w:p w14:paraId="66A9F7A0" w14:textId="77777777" w:rsidR="00EA193E" w:rsidRDefault="00EA193E" w:rsidP="00103C75">
      <w:pPr>
        <w:pStyle w:val="CMDOutput"/>
      </w:pPr>
      <w:r>
        <w:t xml:space="preserve">  5     *       38 ms    40 ms  173-219-1-98.suddenlink.net [173.219.1.98]</w:t>
      </w:r>
    </w:p>
    <w:p w14:paraId="218DAF09" w14:textId="77777777" w:rsidR="00EA193E" w:rsidRDefault="00EA193E" w:rsidP="00103C75">
      <w:pPr>
        <w:pStyle w:val="CMDOutput"/>
      </w:pPr>
      <w:r>
        <w:t xml:space="preserve">  6     *       35 ms    38 ms  lag-102.ear1.Chicago3.Level3.net [4.28.58.177]</w:t>
      </w:r>
    </w:p>
    <w:p w14:paraId="5380B40D" w14:textId="77777777" w:rsidR="00EA193E" w:rsidRDefault="00EA193E" w:rsidP="00103C75">
      <w:pPr>
        <w:pStyle w:val="CMDOutput"/>
      </w:pPr>
      <w:r>
        <w:t xml:space="preserve">  7     *        *        *     Request timed out.</w:t>
      </w:r>
    </w:p>
    <w:p w14:paraId="0B883104" w14:textId="77777777" w:rsidR="00EA193E" w:rsidRDefault="00EA193E" w:rsidP="00103C75">
      <w:pPr>
        <w:pStyle w:val="CMDOutput"/>
      </w:pPr>
      <w:r>
        <w:t xml:space="preserve">  8    80 ms    79 ms    77 ms  GLOBAL-CROS.ear3.Miami2.Level3.net [4.15.156.54]</w:t>
      </w:r>
    </w:p>
    <w:p w14:paraId="02CD1536" w14:textId="77777777" w:rsidR="00EA193E" w:rsidRDefault="00EA193E" w:rsidP="00103C75">
      <w:pPr>
        <w:pStyle w:val="CMDOutput"/>
      </w:pPr>
      <w:r>
        <w:t xml:space="preserve">  9   341 ms   221 ms   222 ms  et-0-0-4-0.ptx-b.spo-piaf.algartelecom.com.br [168.197.23.182]</w:t>
      </w:r>
    </w:p>
    <w:p w14:paraId="10B37949" w14:textId="77777777" w:rsidR="00EA193E" w:rsidRDefault="00EA193E" w:rsidP="00103C75">
      <w:pPr>
        <w:pStyle w:val="CMDOutput"/>
      </w:pPr>
      <w:r>
        <w:t xml:space="preserve"> 10     *        *        *     Request timed out.</w:t>
      </w:r>
    </w:p>
    <w:p w14:paraId="50408FA2" w14:textId="77777777" w:rsidR="00EA193E" w:rsidRDefault="00EA193E" w:rsidP="00103C75">
      <w:pPr>
        <w:pStyle w:val="CMDOutput"/>
      </w:pPr>
      <w:r>
        <w:t xml:space="preserve"> 11   197 ms   222 ms   334 ms  201-048-035-089.static.ctbctelecom.com.br [201.48.35.89]</w:t>
      </w:r>
    </w:p>
    <w:p w14:paraId="57D3077A" w14:textId="77777777" w:rsidR="00EA193E" w:rsidRDefault="00EA193E" w:rsidP="00103C75">
      <w:pPr>
        <w:pStyle w:val="CMDOutput"/>
      </w:pPr>
      <w:r>
        <w:t xml:space="preserve"> 12   225 ms   175 ms   176 ms  xe-4-2-1-0.core1.nu.registro.br [200.160.0.180]</w:t>
      </w:r>
    </w:p>
    <w:p w14:paraId="55D2B40D" w14:textId="77777777" w:rsidR="00EA193E" w:rsidRDefault="00EA193E" w:rsidP="00103C75">
      <w:pPr>
        <w:pStyle w:val="CMDOutput"/>
      </w:pPr>
      <w:r>
        <w:t xml:space="preserve"> 13   269 ms   222 ms   221 ms  xe-0-0-0.ar3.nu.registro.br [200.160.0.249]</w:t>
      </w:r>
    </w:p>
    <w:p w14:paraId="0F5243AC" w14:textId="77777777" w:rsidR="00EA193E" w:rsidRDefault="00EA193E" w:rsidP="00103C75">
      <w:pPr>
        <w:pStyle w:val="CMDOutput"/>
      </w:pPr>
      <w:r>
        <w:t xml:space="preserve"> 14   217 ms   228 ms   218 ms  ae0-0.gw1.jd.lacnic.net [200.160.0.212]</w:t>
      </w:r>
    </w:p>
    <w:p w14:paraId="61FAD501" w14:textId="77777777" w:rsidR="00EA193E" w:rsidRDefault="00EA193E" w:rsidP="00103C75">
      <w:pPr>
        <w:pStyle w:val="CMDOutput"/>
      </w:pPr>
      <w:r>
        <w:t xml:space="preserve"> 15     *      281 ms   220 ms  200.3.12.34</w:t>
      </w:r>
    </w:p>
    <w:p w14:paraId="6ECA780E" w14:textId="77777777" w:rsidR="00EA193E" w:rsidRDefault="00EA193E" w:rsidP="00103C75">
      <w:pPr>
        <w:pStyle w:val="CMDOutput"/>
      </w:pPr>
      <w:r>
        <w:t xml:space="preserve"> 16   231 ms   233 ms   212 ms  www.lacnic.net [200.3.14.184]</w:t>
      </w:r>
    </w:p>
    <w:p w14:paraId="686C921E" w14:textId="77777777" w:rsidR="00EA193E" w:rsidRDefault="00EA193E" w:rsidP="00103C75">
      <w:pPr>
        <w:pStyle w:val="CMDOutput"/>
      </w:pPr>
    </w:p>
    <w:p w14:paraId="282E6B6E" w14:textId="77777777" w:rsidR="00EA193E" w:rsidRPr="009466C5" w:rsidRDefault="00EA193E" w:rsidP="00103C75">
      <w:pPr>
        <w:pStyle w:val="CMDOutput"/>
        <w:rPr>
          <w:szCs w:val="16"/>
        </w:rPr>
      </w:pPr>
      <w:r w:rsidRPr="009466C5">
        <w:t>Trace complete.</w:t>
      </w:r>
    </w:p>
    <w:p w14:paraId="17DC2F55" w14:textId="77777777" w:rsidR="00EA193E" w:rsidRDefault="00EA193E" w:rsidP="00EA193E">
      <w:pPr>
        <w:pStyle w:val="BodyTextL50"/>
      </w:pPr>
      <w:r>
        <w:t xml:space="preserve">In this example, it took less than 1 ms to receive a reply from the default gateway (192.168.0.1). In hop count 6, the round trip to 4.28.58.177 took an average of 37 ms. For the round trip to the final destination at </w:t>
      </w:r>
      <w:r w:rsidRPr="00C0292F">
        <w:t>www.lacnic</w:t>
      </w:r>
      <w:r>
        <w:t xml:space="preserve"> </w:t>
      </w:r>
      <w:r w:rsidRPr="001E365F">
        <w:t>.net</w:t>
      </w:r>
      <w:r>
        <w:t xml:space="preserve"> took an average of 225 ms.</w:t>
      </w:r>
    </w:p>
    <w:p w14:paraId="75109795" w14:textId="77777777" w:rsidR="00EA193E" w:rsidRDefault="00EA193E" w:rsidP="00EA193E">
      <w:pPr>
        <w:pStyle w:val="BodyTextL50"/>
      </w:pPr>
      <w:r>
        <w:t>Between lines 8 and 9, there is more network delay as indicated by the round trip time increase from an average of 78 ms to 298 ms</w:t>
      </w:r>
    </w:p>
    <w:p w14:paraId="189428D1" w14:textId="77777777" w:rsidR="00EA193E" w:rsidRDefault="00EA193E" w:rsidP="00103C75">
      <w:pPr>
        <w:pStyle w:val="SubStepAlpha"/>
      </w:pPr>
      <w:r>
        <w:t>Perform the same analysis with the rest of the tracert results.</w:t>
      </w:r>
    </w:p>
    <w:p w14:paraId="06EE8CCE" w14:textId="77777777" w:rsidR="00DC6096" w:rsidRDefault="00DC6096" w:rsidP="00DC6096">
      <w:pPr>
        <w:pStyle w:val="Heading4"/>
      </w:pPr>
      <w:r>
        <w:t>Question:</w:t>
      </w:r>
    </w:p>
    <w:p w14:paraId="089C7B21" w14:textId="77777777" w:rsidR="00EA193E" w:rsidRDefault="00EA193E" w:rsidP="00DC6096">
      <w:pPr>
        <w:pStyle w:val="BodyTextL50"/>
        <w:spacing w:before="0"/>
      </w:pPr>
      <w:r>
        <w:t>What can you conclude regarding the relationship between the roundtrip time and geographical location?</w:t>
      </w:r>
    </w:p>
    <w:p w14:paraId="762C4E9E" w14:textId="77777777" w:rsidR="00EA193E" w:rsidRDefault="00EA193E" w:rsidP="00EA193E">
      <w:pPr>
        <w:pStyle w:val="AnswerLineL50"/>
      </w:pPr>
      <w:r>
        <w:t>Type your answers here.</w:t>
      </w:r>
    </w:p>
    <w:p w14:paraId="175375D7" w14:textId="77777777" w:rsidR="00EA193E" w:rsidRDefault="00EA193E" w:rsidP="00EA193E">
      <w:pPr>
        <w:pStyle w:val="Heading2"/>
      </w:pPr>
      <w:r>
        <w:t>Extended Traceroute</w:t>
      </w:r>
    </w:p>
    <w:p w14:paraId="77DC6A1B" w14:textId="28567F4F" w:rsidR="00EA193E" w:rsidRDefault="00EA193E" w:rsidP="00973D88">
      <w:pPr>
        <w:pStyle w:val="BodyTextL25"/>
      </w:pPr>
      <w:r>
        <w:t xml:space="preserve">Although </w:t>
      </w:r>
      <w:r>
        <w:rPr>
          <w:b/>
        </w:rPr>
        <w:t>traceroute</w:t>
      </w:r>
      <w:r>
        <w:t xml:space="preserve"> has different implementations depending on the platform, all versions allow the user to adjust its behavior. In Windows</w:t>
      </w:r>
      <w:r w:rsidR="00103C75">
        <w:t>,</w:t>
      </w:r>
      <w:r>
        <w:t xml:space="preserve"> this can be done providing options and switches in the </w:t>
      </w:r>
      <w:r w:rsidRPr="00E80437">
        <w:rPr>
          <w:b/>
        </w:rPr>
        <w:t>tracert</w:t>
      </w:r>
      <w:r>
        <w:t xml:space="preserve"> command line.</w:t>
      </w:r>
    </w:p>
    <w:p w14:paraId="5DDF8611" w14:textId="77777777" w:rsidR="00EA193E" w:rsidRDefault="00EA193E" w:rsidP="00EA193E">
      <w:pPr>
        <w:pStyle w:val="SubStepAlpha"/>
      </w:pPr>
      <w:r>
        <w:t xml:space="preserve">Reverse name resolution (resolving an IP address to a domain name) can add a delay to </w:t>
      </w:r>
      <w:r w:rsidRPr="00E80437">
        <w:rPr>
          <w:b/>
        </w:rPr>
        <w:t>tracert</w:t>
      </w:r>
      <w:r>
        <w:t xml:space="preserve"> results and yield inaccurate results. To ensure </w:t>
      </w:r>
      <w:r>
        <w:rPr>
          <w:b/>
        </w:rPr>
        <w:t>tracert</w:t>
      </w:r>
      <w:r>
        <w:t xml:space="preserve"> won’t attempt to reverse resolve hop IP addresses, add the </w:t>
      </w:r>
      <w:r>
        <w:rPr>
          <w:b/>
        </w:rPr>
        <w:t xml:space="preserve">–d </w:t>
      </w:r>
      <w:r>
        <w:t xml:space="preserve">option to the </w:t>
      </w:r>
      <w:r>
        <w:rPr>
          <w:b/>
        </w:rPr>
        <w:t xml:space="preserve">tracert </w:t>
      </w:r>
      <w:r>
        <w:t>command line:</w:t>
      </w:r>
    </w:p>
    <w:p w14:paraId="6327288B" w14:textId="77777777" w:rsidR="00EA193E" w:rsidRPr="003D4700" w:rsidRDefault="00EA193E" w:rsidP="00EA193E">
      <w:pPr>
        <w:pStyle w:val="CMDOutput"/>
      </w:pPr>
      <w:r>
        <w:t xml:space="preserve">C:\Users\User1&gt; </w:t>
      </w:r>
      <w:r w:rsidRPr="00E80437">
        <w:rPr>
          <w:b/>
        </w:rPr>
        <w:t>tracert –d www.lacnic.net &gt; traceroute_d_lacnic.txt</w:t>
      </w:r>
    </w:p>
    <w:p w14:paraId="704B4BB0" w14:textId="77777777" w:rsidR="00EA193E" w:rsidRPr="003D4700" w:rsidRDefault="00EA193E" w:rsidP="00EA193E">
      <w:pPr>
        <w:pStyle w:val="CMDOutput"/>
      </w:pPr>
      <w:r>
        <w:t xml:space="preserve">C:\Users\User1&gt; </w:t>
      </w:r>
      <w:r w:rsidRPr="00E80437">
        <w:rPr>
          <w:b/>
        </w:rPr>
        <w:t>tracert –d www.afrinic.net &gt; traceroute_d_afrinic.txt</w:t>
      </w:r>
    </w:p>
    <w:p w14:paraId="13A38E0F" w14:textId="77777777" w:rsidR="00EA193E" w:rsidRPr="00E80437" w:rsidRDefault="00EA193E" w:rsidP="00EA193E">
      <w:pPr>
        <w:pStyle w:val="CMDOutput"/>
        <w:rPr>
          <w:b/>
        </w:rPr>
      </w:pPr>
      <w:r>
        <w:t xml:space="preserve">C:\Users\User1&gt; </w:t>
      </w:r>
      <w:r w:rsidRPr="00E80437">
        <w:rPr>
          <w:b/>
        </w:rPr>
        <w:t>tracert –d www.apnic.net &gt; traceroute_d_apnic.txt</w:t>
      </w:r>
    </w:p>
    <w:p w14:paraId="048D9751" w14:textId="77777777" w:rsidR="00EA193E" w:rsidRPr="009466C5" w:rsidRDefault="00EA193E" w:rsidP="00EA193E">
      <w:pPr>
        <w:pStyle w:val="SubStepAlpha"/>
      </w:pPr>
      <w:r>
        <w:t xml:space="preserve">Use the </w:t>
      </w:r>
      <w:r>
        <w:rPr>
          <w:b/>
        </w:rPr>
        <w:t>more</w:t>
      </w:r>
      <w:r>
        <w:t xml:space="preserve"> command to access the content of these files:</w:t>
      </w:r>
    </w:p>
    <w:p w14:paraId="46F2A4F0" w14:textId="77777777" w:rsidR="00EA193E" w:rsidRPr="009466C5" w:rsidRDefault="00EA193E" w:rsidP="00EA193E">
      <w:pPr>
        <w:pStyle w:val="CMD"/>
      </w:pPr>
      <w:r w:rsidRPr="009466C5">
        <w:lastRenderedPageBreak/>
        <w:t>C:\Users\User1&gt;</w:t>
      </w:r>
      <w:r>
        <w:t xml:space="preserve"> </w:t>
      </w:r>
      <w:r>
        <w:rPr>
          <w:b/>
        </w:rPr>
        <w:t>more traceroute_d_lacnic</w:t>
      </w:r>
      <w:r w:rsidRPr="009466C5">
        <w:rPr>
          <w:b/>
        </w:rPr>
        <w:t>.txt</w:t>
      </w:r>
    </w:p>
    <w:p w14:paraId="65AE72F6" w14:textId="77777777" w:rsidR="00EA193E" w:rsidRPr="009466C5" w:rsidRDefault="00EA193E" w:rsidP="00103C75">
      <w:pPr>
        <w:pStyle w:val="CMDOutput"/>
      </w:pPr>
    </w:p>
    <w:p w14:paraId="707D3728" w14:textId="77777777" w:rsidR="00EA193E" w:rsidRDefault="00EA193E" w:rsidP="00103C75">
      <w:pPr>
        <w:pStyle w:val="CMDOutput"/>
      </w:pPr>
      <w:r>
        <w:t>Tracing route to www.lacnic.net [200.3.14.184]</w:t>
      </w:r>
    </w:p>
    <w:p w14:paraId="0EB9FA09" w14:textId="77777777" w:rsidR="00EA193E" w:rsidRDefault="00EA193E" w:rsidP="00103C75">
      <w:pPr>
        <w:pStyle w:val="CMDOutput"/>
      </w:pPr>
      <w:r>
        <w:t>over a maximum of 30 hops:</w:t>
      </w:r>
    </w:p>
    <w:p w14:paraId="0FB9F288" w14:textId="77777777" w:rsidR="00EA193E" w:rsidRDefault="00EA193E" w:rsidP="00103C75">
      <w:pPr>
        <w:pStyle w:val="CMDOutput"/>
      </w:pPr>
    </w:p>
    <w:p w14:paraId="6B99F4EA" w14:textId="77777777" w:rsidR="00EA193E" w:rsidRDefault="00EA193E" w:rsidP="00103C75">
      <w:pPr>
        <w:pStyle w:val="CMDOutput"/>
      </w:pPr>
      <w:r>
        <w:t xml:space="preserve">  1     4 ms     1 ms     1 ms  192.168.0.1</w:t>
      </w:r>
    </w:p>
    <w:p w14:paraId="0C55A6FA" w14:textId="77777777" w:rsidR="00EA193E" w:rsidRDefault="00EA193E" w:rsidP="00103C75">
      <w:pPr>
        <w:pStyle w:val="CMDOutput"/>
      </w:pPr>
      <w:r>
        <w:t xml:space="preserve">  2     *        *        *     Request timed out.</w:t>
      </w:r>
    </w:p>
    <w:p w14:paraId="4CF382EF" w14:textId="77777777" w:rsidR="00EA193E" w:rsidRDefault="00EA193E" w:rsidP="00103C75">
      <w:pPr>
        <w:pStyle w:val="CMDOutput"/>
      </w:pPr>
      <w:r>
        <w:t xml:space="preserve">  3     *      931 ms   111 ms  173.219.221.12</w:t>
      </w:r>
    </w:p>
    <w:p w14:paraId="34F2FAEB" w14:textId="77777777" w:rsidR="00EA193E" w:rsidRDefault="00EA193E" w:rsidP="00103C75">
      <w:pPr>
        <w:pStyle w:val="CMDOutput"/>
      </w:pPr>
      <w:r>
        <w:t xml:space="preserve">  4    42 ms    41 ms    40 ms  173.219.17.232</w:t>
      </w:r>
    </w:p>
    <w:p w14:paraId="6890D905" w14:textId="77777777" w:rsidR="00EA193E" w:rsidRDefault="00EA193E" w:rsidP="00103C75">
      <w:pPr>
        <w:pStyle w:val="CMDOutput"/>
      </w:pPr>
      <w:r>
        <w:t xml:space="preserve">  5    40 ms    37 ms    36 ms  173.219.234.108</w:t>
      </w:r>
    </w:p>
    <w:p w14:paraId="17E271E1" w14:textId="77777777" w:rsidR="00EA193E" w:rsidRDefault="00EA193E" w:rsidP="00103C75">
      <w:pPr>
        <w:pStyle w:val="CMDOutput"/>
      </w:pPr>
      <w:r>
        <w:t xml:space="preserve">  6     *        *        *     Request timed out.</w:t>
      </w:r>
    </w:p>
    <w:p w14:paraId="65378F24" w14:textId="77777777" w:rsidR="00EA193E" w:rsidRDefault="00EA193E" w:rsidP="00103C75">
      <w:pPr>
        <w:pStyle w:val="CMDOutput"/>
      </w:pPr>
      <w:r>
        <w:t xml:space="preserve">  7     *        *        *     Request timed out.</w:t>
      </w:r>
    </w:p>
    <w:p w14:paraId="1F7B4015" w14:textId="77777777" w:rsidR="00EA193E" w:rsidRDefault="00EA193E" w:rsidP="00103C75">
      <w:pPr>
        <w:pStyle w:val="CMDOutput"/>
      </w:pPr>
      <w:r>
        <w:t xml:space="preserve">  8    90 ms    81 ms    83 ms  4.15.156.54</w:t>
      </w:r>
    </w:p>
    <w:p w14:paraId="56561D99" w14:textId="77777777" w:rsidR="00EA193E" w:rsidRDefault="00EA193E" w:rsidP="00103C75">
      <w:pPr>
        <w:pStyle w:val="CMDOutput"/>
      </w:pPr>
      <w:r>
        <w:t xml:space="preserve">  9   238 ms   221 ms   223 ms  168.197.23.182</w:t>
      </w:r>
    </w:p>
    <w:p w14:paraId="40BA6AB9" w14:textId="77777777" w:rsidR="00EA193E" w:rsidRDefault="00EA193E" w:rsidP="00103C75">
      <w:pPr>
        <w:pStyle w:val="CMDOutput"/>
      </w:pPr>
      <w:r>
        <w:t xml:space="preserve"> 10     *        *        *     Request timed out.</w:t>
      </w:r>
    </w:p>
    <w:p w14:paraId="4A9D0383" w14:textId="77777777" w:rsidR="00EA193E" w:rsidRDefault="00EA193E" w:rsidP="00103C75">
      <w:pPr>
        <w:pStyle w:val="CMDOutput"/>
      </w:pPr>
      <w:r>
        <w:t xml:space="preserve"> 11   190 ms   246 ms   224 ms  201.48.35.89</w:t>
      </w:r>
    </w:p>
    <w:p w14:paraId="049C9D4C" w14:textId="77777777" w:rsidR="00EA193E" w:rsidRDefault="00EA193E" w:rsidP="00103C75">
      <w:pPr>
        <w:pStyle w:val="CMDOutput"/>
      </w:pPr>
      <w:r>
        <w:t xml:space="preserve"> 12   227 ms   222 ms   222 ms  200.160.0.180</w:t>
      </w:r>
    </w:p>
    <w:p w14:paraId="074B24E2" w14:textId="77777777" w:rsidR="00EA193E" w:rsidRDefault="00EA193E" w:rsidP="00103C75">
      <w:pPr>
        <w:pStyle w:val="CMDOutput"/>
      </w:pPr>
      <w:r>
        <w:t xml:space="preserve"> 13   226 ms   222 ms   224 ms  200.160.0.249</w:t>
      </w:r>
    </w:p>
    <w:p w14:paraId="68D2B563" w14:textId="77777777" w:rsidR="00EA193E" w:rsidRDefault="00EA193E" w:rsidP="00103C75">
      <w:pPr>
        <w:pStyle w:val="CMDOutput"/>
      </w:pPr>
      <w:r>
        <w:t xml:space="preserve"> 14   248 ms   199 ms   223 ms  200.160.0.212</w:t>
      </w:r>
    </w:p>
    <w:p w14:paraId="76857526" w14:textId="77777777" w:rsidR="00EA193E" w:rsidRDefault="00EA193E" w:rsidP="00103C75">
      <w:pPr>
        <w:pStyle w:val="CMDOutput"/>
      </w:pPr>
      <w:r>
        <w:t xml:space="preserve"> 15   180 ms   270 ms   224 ms  200.3.12.34</w:t>
      </w:r>
    </w:p>
    <w:p w14:paraId="78EC1901" w14:textId="77777777" w:rsidR="00EA193E" w:rsidRDefault="00EA193E" w:rsidP="00103C75">
      <w:pPr>
        <w:pStyle w:val="CMDOutput"/>
      </w:pPr>
      <w:r>
        <w:t xml:space="preserve"> 16   231 ms   218 ms   223 ms  200.3.14.184</w:t>
      </w:r>
    </w:p>
    <w:p w14:paraId="14883247" w14:textId="77777777" w:rsidR="00EA193E" w:rsidRDefault="00EA193E" w:rsidP="00103C75">
      <w:pPr>
        <w:pStyle w:val="CMDOutput"/>
      </w:pPr>
    </w:p>
    <w:p w14:paraId="47FD8B75" w14:textId="77777777" w:rsidR="00EA193E" w:rsidRDefault="00EA193E" w:rsidP="00103C75">
      <w:pPr>
        <w:pStyle w:val="CMDOutput"/>
      </w:pPr>
      <w:r>
        <w:t>Trace complete.</w:t>
      </w:r>
      <w:r w:rsidRPr="009466C5">
        <w:t>.</w:t>
      </w:r>
    </w:p>
    <w:p w14:paraId="64DBF426" w14:textId="77777777" w:rsidR="00DC6096" w:rsidRDefault="00DC6096" w:rsidP="00DC6096">
      <w:pPr>
        <w:pStyle w:val="Heading4"/>
      </w:pPr>
      <w:r>
        <w:t>Question:</w:t>
      </w:r>
    </w:p>
    <w:p w14:paraId="65323E2E" w14:textId="77777777" w:rsidR="00EA193E" w:rsidRDefault="00EA193E" w:rsidP="00DC6096">
      <w:pPr>
        <w:pStyle w:val="BodyTextL50"/>
        <w:spacing w:before="0"/>
      </w:pPr>
      <w:r>
        <w:t xml:space="preserve">What is different about the </w:t>
      </w:r>
      <w:r>
        <w:rPr>
          <w:b/>
        </w:rPr>
        <w:t>tracert</w:t>
      </w:r>
      <w:r>
        <w:t xml:space="preserve"> output when the </w:t>
      </w:r>
      <w:r>
        <w:rPr>
          <w:b/>
        </w:rPr>
        <w:t xml:space="preserve">–d </w:t>
      </w:r>
      <w:r>
        <w:t>option was added?</w:t>
      </w:r>
    </w:p>
    <w:p w14:paraId="53884586" w14:textId="77777777" w:rsidR="00EA193E" w:rsidRDefault="00EA193E" w:rsidP="00EA193E">
      <w:pPr>
        <w:pStyle w:val="AnswerLineL50"/>
      </w:pPr>
      <w:r>
        <w:t>Type your answers here.</w:t>
      </w:r>
    </w:p>
    <w:p w14:paraId="0634D92A" w14:textId="77777777" w:rsidR="00EA193E" w:rsidRDefault="00EA193E" w:rsidP="00EA193E">
      <w:pPr>
        <w:pStyle w:val="BodyTextL50"/>
      </w:pPr>
      <w:r w:rsidRPr="00E80437">
        <w:rPr>
          <w:b/>
        </w:rPr>
        <w:t>Note:</w:t>
      </w:r>
      <w:r>
        <w:rPr>
          <w:b/>
        </w:rPr>
        <w:t xml:space="preserve"> </w:t>
      </w:r>
      <w:r>
        <w:t xml:space="preserve">Windows </w:t>
      </w:r>
      <w:r>
        <w:rPr>
          <w:b/>
        </w:rPr>
        <w:t xml:space="preserve">tracert </w:t>
      </w:r>
      <w:r>
        <w:t>will present a list of available options and their descriptions when issued without any options.</w:t>
      </w:r>
    </w:p>
    <w:p w14:paraId="347BCCFE" w14:textId="77777777" w:rsidR="00EA193E" w:rsidRPr="00E80437" w:rsidRDefault="00EA193E" w:rsidP="00EA193E">
      <w:pPr>
        <w:pStyle w:val="BodyTextL50"/>
        <w:rPr>
          <w:b/>
        </w:rPr>
      </w:pPr>
      <w:r>
        <w:rPr>
          <w:b/>
        </w:rPr>
        <w:t>Note:</w:t>
      </w:r>
      <w:r>
        <w:t xml:space="preserve"> Cisco IOS implementation of </w:t>
      </w:r>
      <w:r w:rsidRPr="00E80437">
        <w:rPr>
          <w:b/>
        </w:rPr>
        <w:t>traceroute</w:t>
      </w:r>
      <w:r>
        <w:rPr>
          <w:b/>
        </w:rPr>
        <w:t xml:space="preserve"> </w:t>
      </w:r>
      <w:r>
        <w:t>also allows for fine tuning but it does not rely on command line options. Cisco IOS extended traceroute presents a number of simple questions to allow the administrator to provide values for the desired parameters.</w:t>
      </w:r>
    </w:p>
    <w:p w14:paraId="56E25D53" w14:textId="77777777" w:rsidR="00EA193E" w:rsidRDefault="00EA193E" w:rsidP="00EA193E">
      <w:pPr>
        <w:pStyle w:val="Heading1"/>
      </w:pPr>
      <w:r>
        <w:t>Reflection</w:t>
      </w:r>
      <w:r w:rsidR="00DC6096">
        <w:t xml:space="preserve"> Questions</w:t>
      </w:r>
    </w:p>
    <w:p w14:paraId="45230C06" w14:textId="77777777" w:rsidR="00EA193E" w:rsidRDefault="00EA193E" w:rsidP="00DC6096">
      <w:pPr>
        <w:pStyle w:val="ReflectionQ"/>
      </w:pPr>
      <w:r>
        <w:t xml:space="preserve">The </w:t>
      </w:r>
      <w:r w:rsidRPr="00945C44">
        <w:rPr>
          <w:b/>
        </w:rPr>
        <w:t>tracert</w:t>
      </w:r>
      <w:r>
        <w:t xml:space="preserve"> and </w:t>
      </w:r>
      <w:r w:rsidRPr="00945C44">
        <w:rPr>
          <w:b/>
        </w:rPr>
        <w:t>ping</w:t>
      </w:r>
      <w:r>
        <w:t xml:space="preserve"> results can provide important network latency information. What do you need to do if you want an accurate baseline picture regarding network latency for your network?</w:t>
      </w:r>
    </w:p>
    <w:p w14:paraId="6C9117F8" w14:textId="77777777" w:rsidR="00EA193E" w:rsidRDefault="00EA193E" w:rsidP="008A45AB">
      <w:pPr>
        <w:pStyle w:val="AnswerLineL25"/>
        <w:spacing w:after="360"/>
      </w:pPr>
      <w:r>
        <w:t>Type your answers here.</w:t>
      </w:r>
    </w:p>
    <w:p w14:paraId="7353E7B3" w14:textId="77777777" w:rsidR="00EA193E" w:rsidRDefault="00EA193E" w:rsidP="00DC6096">
      <w:pPr>
        <w:pStyle w:val="ReflectionQ"/>
      </w:pPr>
      <w:r>
        <w:t>How can you use the baseline information?</w:t>
      </w:r>
    </w:p>
    <w:p w14:paraId="74ECC4BF" w14:textId="77777777" w:rsidR="00EA193E" w:rsidRDefault="00EA193E" w:rsidP="00EA193E">
      <w:pPr>
        <w:pStyle w:val="AnswerLineL25"/>
      </w:pPr>
      <w:r>
        <w:t>Type your answers here.</w:t>
      </w:r>
    </w:p>
    <w:p w14:paraId="7B203480" w14:textId="1BDB9458" w:rsidR="00EA193E" w:rsidRPr="00EA193E" w:rsidRDefault="00EA193E" w:rsidP="00EA193E">
      <w:pPr>
        <w:pStyle w:val="ConfigWindow"/>
      </w:pPr>
      <w:r w:rsidRPr="00EA193E">
        <w:t>of document</w:t>
      </w:r>
    </w:p>
    <w:sectPr w:rsidR="00EA193E" w:rsidRPr="00EA193E"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055EA" w14:textId="77777777" w:rsidR="008B3906" w:rsidRDefault="008B3906" w:rsidP="00710659">
      <w:pPr>
        <w:spacing w:after="0" w:line="240" w:lineRule="auto"/>
      </w:pPr>
      <w:r>
        <w:separator/>
      </w:r>
    </w:p>
    <w:p w14:paraId="05FCD4D8" w14:textId="77777777" w:rsidR="008B3906" w:rsidRDefault="008B3906"/>
  </w:endnote>
  <w:endnote w:type="continuationSeparator" w:id="0">
    <w:p w14:paraId="30B87222" w14:textId="77777777" w:rsidR="008B3906" w:rsidRDefault="008B3906" w:rsidP="00710659">
      <w:pPr>
        <w:spacing w:after="0" w:line="240" w:lineRule="auto"/>
      </w:pPr>
      <w:r>
        <w:continuationSeparator/>
      </w:r>
    </w:p>
    <w:p w14:paraId="2EFF572C" w14:textId="77777777" w:rsidR="008B3906" w:rsidRDefault="008B3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ourierNewPS-BoldMT">
    <w:altName w:val="Courier New"/>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A1642"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A7EC" w14:textId="75976E0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C114D">
          <w:t>2013</w:t>
        </w:r>
      </w:sdtContent>
    </w:sdt>
    <w:r>
      <w:t xml:space="preserve"> - </w:t>
    </w:r>
    <w:r>
      <w:fldChar w:fldCharType="begin"/>
    </w:r>
    <w:r>
      <w:instrText xml:space="preserve"> SAVEDATE  \@ "yyyy"  \* MERGEFORMAT </w:instrText>
    </w:r>
    <w:r>
      <w:fldChar w:fldCharType="separate"/>
    </w:r>
    <w:r w:rsidR="008A45A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872FC">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872FC">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B909F" w14:textId="7189E7D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C114D">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A45A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C609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C6096">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C7503" w14:textId="77777777" w:rsidR="008B3906" w:rsidRDefault="008B3906" w:rsidP="00710659">
      <w:pPr>
        <w:spacing w:after="0" w:line="240" w:lineRule="auto"/>
      </w:pPr>
      <w:r>
        <w:separator/>
      </w:r>
    </w:p>
    <w:p w14:paraId="2F11E096" w14:textId="77777777" w:rsidR="008B3906" w:rsidRDefault="008B3906"/>
  </w:footnote>
  <w:footnote w:type="continuationSeparator" w:id="0">
    <w:p w14:paraId="7CE6F183" w14:textId="77777777" w:rsidR="008B3906" w:rsidRDefault="008B3906" w:rsidP="00710659">
      <w:pPr>
        <w:spacing w:after="0" w:line="240" w:lineRule="auto"/>
      </w:pPr>
      <w:r>
        <w:continuationSeparator/>
      </w:r>
    </w:p>
    <w:p w14:paraId="42CC33BD" w14:textId="77777777" w:rsidR="008B3906" w:rsidRDefault="008B3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A2C9D"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sdtContent>
      <w:p w14:paraId="04834853" w14:textId="77777777" w:rsidR="00926CB2" w:rsidRDefault="00CC114D" w:rsidP="008402F2">
        <w:pPr>
          <w:pStyle w:val="PageHead"/>
        </w:pPr>
        <w:r>
          <w:t>Lab - Test Network Latency with Ping and Traceroute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29198" w14:textId="77777777" w:rsidR="00926CB2" w:rsidRDefault="00882B63" w:rsidP="006C3FCF">
    <w:pPr>
      <w:ind w:left="-288"/>
    </w:pPr>
    <w:r>
      <w:rPr>
        <w:noProof/>
      </w:rPr>
      <w:drawing>
        <wp:inline distT="0" distB="0" distL="0" distR="0" wp14:anchorId="2FE67427" wp14:editId="3702B69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EA123A90"/>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873EE2CA"/>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01"/>
    <w:rsid w:val="00001201"/>
    <w:rsid w:val="00001BDF"/>
    <w:rsid w:val="0000380F"/>
    <w:rsid w:val="00004175"/>
    <w:rsid w:val="000059C9"/>
    <w:rsid w:val="00012813"/>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C75"/>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E04"/>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0E0"/>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DC2"/>
    <w:rsid w:val="008509D3"/>
    <w:rsid w:val="00853418"/>
    <w:rsid w:val="00856EBD"/>
    <w:rsid w:val="00857CF6"/>
    <w:rsid w:val="008610ED"/>
    <w:rsid w:val="00861C6A"/>
    <w:rsid w:val="00865199"/>
    <w:rsid w:val="00867EAF"/>
    <w:rsid w:val="00867F7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45AB"/>
    <w:rsid w:val="008B06D4"/>
    <w:rsid w:val="008B3906"/>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D88"/>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8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CC"/>
    <w:rsid w:val="00C91C26"/>
    <w:rsid w:val="00CA2BB2"/>
    <w:rsid w:val="00CA4715"/>
    <w:rsid w:val="00CA73D5"/>
    <w:rsid w:val="00CB2FC9"/>
    <w:rsid w:val="00CB5068"/>
    <w:rsid w:val="00CB7D2B"/>
    <w:rsid w:val="00CC114D"/>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304C"/>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096"/>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2FC"/>
    <w:rsid w:val="00E87D18"/>
    <w:rsid w:val="00E87D62"/>
    <w:rsid w:val="00E97333"/>
    <w:rsid w:val="00EA1835"/>
    <w:rsid w:val="00EA193E"/>
    <w:rsid w:val="00EA486E"/>
    <w:rsid w:val="00EA4FA3"/>
    <w:rsid w:val="00EB001B"/>
    <w:rsid w:val="00EB3082"/>
    <w:rsid w:val="00EB6C33"/>
    <w:rsid w:val="00EC6F62"/>
    <w:rsid w:val="00ED2EA2"/>
    <w:rsid w:val="00ED6019"/>
    <w:rsid w:val="00ED7830"/>
    <w:rsid w:val="00EE277A"/>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5AC5"/>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CBE41"/>
  <w15:docId w15:val="{13D80814-4E86-4B5F-89AD-A5F33CCF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C609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A193E"/>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03C7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A193E"/>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67F7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A45A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03C7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DC6096"/>
    <w:rPr>
      <w:color w:val="EE0000"/>
    </w:rPr>
  </w:style>
  <w:style w:type="character" w:customStyle="1" w:styleId="CMDRedChar">
    <w:name w:val="CMD Red Char"/>
    <w:basedOn w:val="CMDChar"/>
    <w:link w:val="CMDRed"/>
    <w:rsid w:val="00DC6096"/>
    <w:rPr>
      <w:rFonts w:ascii="Courier New" w:hAnsi="Courier New"/>
      <w:color w:val="EE0000"/>
      <w:szCs w:val="22"/>
    </w:rPr>
  </w:style>
  <w:style w:type="paragraph" w:customStyle="1" w:styleId="CMDOutputRed">
    <w:name w:val="CMD Output Red"/>
    <w:basedOn w:val="CMDOutput"/>
    <w:qFormat/>
    <w:rsid w:val="00DC6096"/>
    <w:rPr>
      <w:color w:val="EE0000"/>
    </w:rPr>
  </w:style>
  <w:style w:type="numbering" w:customStyle="1" w:styleId="PartStepSubStepList">
    <w:name w:val="Part_Step_SubStep_List"/>
    <w:basedOn w:val="NoList"/>
    <w:uiPriority w:val="99"/>
    <w:rsid w:val="00EA193E"/>
    <w:pPr>
      <w:numPr>
        <w:numId w:val="10"/>
      </w:numPr>
    </w:pPr>
  </w:style>
  <w:style w:type="character" w:styleId="Hyperlink">
    <w:name w:val="Hyperlink"/>
    <w:basedOn w:val="DefaultParagraphFont"/>
    <w:unhideWhenUsed/>
    <w:rsid w:val="00D3304C"/>
    <w:rPr>
      <w:color w:val="0000FF" w:themeColor="hyperlink"/>
      <w:u w:val="single"/>
    </w:rPr>
  </w:style>
  <w:style w:type="character" w:styleId="UnresolvedMention">
    <w:name w:val="Unresolved Mention"/>
    <w:basedOn w:val="DefaultParagraphFont"/>
    <w:uiPriority w:val="99"/>
    <w:semiHidden/>
    <w:unhideWhenUsed/>
    <w:rsid w:val="00D330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0D414E362BE42CBBC642148077CF625"/>
        <w:category>
          <w:name w:val="General"/>
          <w:gallery w:val="placeholder"/>
        </w:category>
        <w:types>
          <w:type w:val="bbPlcHdr"/>
        </w:types>
        <w:behaviors>
          <w:behavior w:val="content"/>
        </w:behaviors>
        <w:guid w:val="{CE712A36-D1BD-4986-88CD-25C9BD35A2F7}"/>
      </w:docPartPr>
      <w:docPartBody>
        <w:p w:rsidR="00D302EB" w:rsidRDefault="009E6EBF">
          <w:pPr>
            <w:pStyle w:val="50D414E362BE42CBBC642148077CF62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ourierNewPS-BoldMT">
    <w:altName w:val="Courier New"/>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EBF"/>
    <w:rsid w:val="000F5E31"/>
    <w:rsid w:val="006F388C"/>
    <w:rsid w:val="00754E67"/>
    <w:rsid w:val="009E6EBF"/>
    <w:rsid w:val="00A9047A"/>
    <w:rsid w:val="00BF2485"/>
    <w:rsid w:val="00D3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D414E362BE42CBBC642148077CF625">
    <w:name w:val="50D414E362BE42CBBC642148077CF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452081-BA0B-4454-B7C1-5BDE74E2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5</Pages>
  <Words>1493</Words>
  <Characters>8513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Lab - Test Network Latency with Ping and Traceroute</vt:lpstr>
    </vt:vector>
  </TitlesOfParts>
  <Company>Cisco Systems, Inc.</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Test Network Latency with Ping and Traceroute</dc:title>
  <dc:creator>SP</dc:creator>
  <dc:description>2013</dc:description>
  <cp:lastModifiedBy>Suk-Yi Pennock -X (spennock - UNICON INC at Cisco)</cp:lastModifiedBy>
  <cp:revision>3</cp:revision>
  <dcterms:created xsi:type="dcterms:W3CDTF">2020-08-26T04:09:00Z</dcterms:created>
  <dcterms:modified xsi:type="dcterms:W3CDTF">2020-08-26T04:13:00Z</dcterms:modified>
</cp:coreProperties>
</file>